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B56D0" w14:textId="77777777" w:rsidR="00AA01BF" w:rsidRPr="00905A76" w:rsidRDefault="00AA01BF" w:rsidP="00AA01BF">
      <w:pPr>
        <w:pStyle w:val="Heading1"/>
      </w:pPr>
      <w:bookmarkStart w:id="0" w:name="_Toc208232787"/>
      <w:r w:rsidRPr="00905A76">
        <w:t>Tool 12</w:t>
      </w:r>
      <w:r>
        <w:t>c</w:t>
      </w:r>
      <w:r w:rsidRPr="00905A76">
        <w:t xml:space="preserve">. </w:t>
      </w:r>
      <w:r w:rsidRPr="00805AEC">
        <w:t>Monitoring tool for review of performance audit engagement</w:t>
      </w:r>
      <w:bookmarkEnd w:id="0"/>
    </w:p>
    <w:p w14:paraId="472E219C" w14:textId="77777777" w:rsidR="00AA01BF" w:rsidRPr="00805AEC" w:rsidRDefault="00AA01BF" w:rsidP="00AA01BF">
      <w:pPr>
        <w:widowControl/>
        <w:autoSpaceDE/>
        <w:autoSpaceDN/>
        <w:rPr>
          <w:rFonts w:ascii="Aptos" w:eastAsia="Times New Roman" w:hAnsi="Aptos" w:cs="Tahoma"/>
          <w:sz w:val="24"/>
          <w:szCs w:val="24"/>
          <w:lang w:val="en-GB"/>
        </w:rPr>
      </w:pPr>
    </w:p>
    <w:tbl>
      <w:tblPr>
        <w:tblStyle w:val="TableGrid15"/>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426"/>
        <w:gridCol w:w="276"/>
        <w:gridCol w:w="7034"/>
      </w:tblGrid>
      <w:tr w:rsidR="00AA01BF" w:rsidRPr="00805AEC" w14:paraId="753C5B5E" w14:textId="77777777" w:rsidTr="00920EF4">
        <w:trPr>
          <w:trHeight w:val="530"/>
        </w:trPr>
        <w:tc>
          <w:tcPr>
            <w:tcW w:w="2515" w:type="dxa"/>
            <w:tcBorders>
              <w:bottom w:val="single" w:sz="4" w:space="0" w:color="FFFFFF" w:themeColor="background1"/>
            </w:tcBorders>
            <w:shd w:val="clear" w:color="auto" w:fill="005592" w:themeFill="text1"/>
            <w:vAlign w:val="center"/>
          </w:tcPr>
          <w:p w14:paraId="4FCC326A"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Subject Matter</w:t>
            </w:r>
          </w:p>
        </w:tc>
        <w:tc>
          <w:tcPr>
            <w:tcW w:w="270" w:type="dxa"/>
            <w:tcBorders>
              <w:bottom w:val="single" w:sz="4" w:space="0" w:color="FFFFFF" w:themeColor="background1"/>
            </w:tcBorders>
            <w:shd w:val="clear" w:color="auto" w:fill="005592" w:themeFill="text1"/>
            <w:vAlign w:val="center"/>
          </w:tcPr>
          <w:p w14:paraId="67B6F70E"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7130B929" w14:textId="77777777" w:rsidR="00AA01BF" w:rsidRPr="00805AEC" w:rsidRDefault="00AA01BF" w:rsidP="00920EF4">
            <w:pPr>
              <w:rPr>
                <w:rFonts w:ascii="Aptos" w:eastAsia="Times New Roman" w:hAnsi="Aptos" w:cs="Tahoma"/>
                <w:sz w:val="20"/>
                <w:szCs w:val="20"/>
                <w:lang w:val="en-GB"/>
              </w:rPr>
            </w:pPr>
          </w:p>
        </w:tc>
      </w:tr>
      <w:tr w:rsidR="00AA01BF" w:rsidRPr="00805AEC" w14:paraId="256EA346" w14:textId="77777777" w:rsidTr="00920EF4">
        <w:trPr>
          <w:trHeight w:val="530"/>
        </w:trPr>
        <w:tc>
          <w:tcPr>
            <w:tcW w:w="2515" w:type="dxa"/>
            <w:tcBorders>
              <w:top w:val="single" w:sz="4" w:space="0" w:color="FFFFFF" w:themeColor="background1"/>
              <w:bottom w:val="single" w:sz="4" w:space="0" w:color="FFFFFF" w:themeColor="background1"/>
            </w:tcBorders>
            <w:shd w:val="clear" w:color="auto" w:fill="005592" w:themeFill="text1"/>
            <w:vAlign w:val="center"/>
          </w:tcPr>
          <w:p w14:paraId="278A208F"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Audit Period</w:t>
            </w:r>
          </w:p>
        </w:tc>
        <w:tc>
          <w:tcPr>
            <w:tcW w:w="270" w:type="dxa"/>
            <w:tcBorders>
              <w:top w:val="single" w:sz="4" w:space="0" w:color="FFFFFF" w:themeColor="background1"/>
              <w:bottom w:val="single" w:sz="4" w:space="0" w:color="FFFFFF" w:themeColor="background1"/>
            </w:tcBorders>
            <w:shd w:val="clear" w:color="auto" w:fill="005592" w:themeFill="text1"/>
            <w:vAlign w:val="center"/>
          </w:tcPr>
          <w:p w14:paraId="790FC7B7"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6D6DB967" w14:textId="77777777" w:rsidR="00AA01BF" w:rsidRPr="00805AEC" w:rsidRDefault="00AA01BF" w:rsidP="00920EF4">
            <w:pPr>
              <w:rPr>
                <w:rFonts w:ascii="Aptos" w:eastAsia="Times New Roman" w:hAnsi="Aptos" w:cs="Tahoma"/>
                <w:sz w:val="20"/>
                <w:szCs w:val="20"/>
                <w:lang w:val="en-GB"/>
              </w:rPr>
            </w:pPr>
          </w:p>
        </w:tc>
      </w:tr>
      <w:tr w:rsidR="00AA01BF" w:rsidRPr="00805AEC" w14:paraId="0B41D912" w14:textId="77777777" w:rsidTr="00920EF4">
        <w:trPr>
          <w:trHeight w:val="530"/>
        </w:trPr>
        <w:tc>
          <w:tcPr>
            <w:tcW w:w="2515" w:type="dxa"/>
            <w:tcBorders>
              <w:top w:val="single" w:sz="4" w:space="0" w:color="FFFFFF" w:themeColor="background1"/>
              <w:bottom w:val="single" w:sz="4" w:space="0" w:color="FFFFFF" w:themeColor="background1"/>
            </w:tcBorders>
            <w:shd w:val="clear" w:color="auto" w:fill="005592" w:themeFill="text1"/>
            <w:vAlign w:val="center"/>
          </w:tcPr>
          <w:p w14:paraId="207A7BD7"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Audit Supervisor</w:t>
            </w:r>
          </w:p>
        </w:tc>
        <w:tc>
          <w:tcPr>
            <w:tcW w:w="270" w:type="dxa"/>
            <w:tcBorders>
              <w:top w:val="single" w:sz="4" w:space="0" w:color="FFFFFF" w:themeColor="background1"/>
              <w:bottom w:val="single" w:sz="4" w:space="0" w:color="FFFFFF" w:themeColor="background1"/>
            </w:tcBorders>
            <w:shd w:val="clear" w:color="auto" w:fill="005592" w:themeFill="text1"/>
            <w:vAlign w:val="center"/>
          </w:tcPr>
          <w:p w14:paraId="15ED9E8E"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57E870F2" w14:textId="77777777" w:rsidR="00AA01BF" w:rsidRPr="00805AEC" w:rsidRDefault="00AA01BF" w:rsidP="00920EF4">
            <w:pPr>
              <w:rPr>
                <w:rFonts w:ascii="Aptos" w:eastAsia="Times New Roman" w:hAnsi="Aptos" w:cs="Tahoma"/>
                <w:sz w:val="20"/>
                <w:szCs w:val="20"/>
                <w:lang w:val="en-GB"/>
              </w:rPr>
            </w:pPr>
          </w:p>
        </w:tc>
      </w:tr>
      <w:tr w:rsidR="00AA01BF" w:rsidRPr="00805AEC" w14:paraId="6454F8FB" w14:textId="77777777" w:rsidTr="00920EF4">
        <w:trPr>
          <w:trHeight w:val="530"/>
        </w:trPr>
        <w:tc>
          <w:tcPr>
            <w:tcW w:w="2515" w:type="dxa"/>
            <w:tcBorders>
              <w:top w:val="single" w:sz="4" w:space="0" w:color="FFFFFF" w:themeColor="background1"/>
            </w:tcBorders>
            <w:shd w:val="clear" w:color="auto" w:fill="005592" w:themeFill="text1"/>
            <w:vAlign w:val="center"/>
          </w:tcPr>
          <w:p w14:paraId="78314341"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Period of Inspection</w:t>
            </w:r>
          </w:p>
        </w:tc>
        <w:tc>
          <w:tcPr>
            <w:tcW w:w="270" w:type="dxa"/>
            <w:tcBorders>
              <w:top w:val="single" w:sz="4" w:space="0" w:color="FFFFFF" w:themeColor="background1"/>
            </w:tcBorders>
            <w:shd w:val="clear" w:color="auto" w:fill="005592" w:themeFill="text1"/>
            <w:vAlign w:val="center"/>
          </w:tcPr>
          <w:p w14:paraId="14EE0BE7"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0B4B56FE" w14:textId="77777777" w:rsidR="00AA01BF" w:rsidRPr="00805AEC" w:rsidRDefault="00AA01BF" w:rsidP="00920EF4">
            <w:pPr>
              <w:rPr>
                <w:rFonts w:ascii="Aptos" w:eastAsia="Times New Roman" w:hAnsi="Aptos" w:cs="Tahoma"/>
                <w:sz w:val="20"/>
                <w:szCs w:val="20"/>
                <w:lang w:val="en-GB"/>
              </w:rPr>
            </w:pPr>
          </w:p>
        </w:tc>
      </w:tr>
    </w:tbl>
    <w:p w14:paraId="2AE0A38E" w14:textId="77777777" w:rsidR="00AA01BF" w:rsidRPr="00805AEC" w:rsidRDefault="00AA01BF" w:rsidP="00AA01BF">
      <w:pPr>
        <w:widowControl/>
        <w:autoSpaceDE/>
        <w:autoSpaceDN/>
        <w:rPr>
          <w:rFonts w:ascii="Aptos" w:eastAsia="Times New Roman" w:hAnsi="Aptos" w:cs="Tahoma"/>
          <w:sz w:val="24"/>
          <w:szCs w:val="24"/>
          <w:lang w:val="en-GB"/>
        </w:rPr>
      </w:pPr>
    </w:p>
    <w:p w14:paraId="06EF476C" w14:textId="77777777" w:rsidR="00AA01BF" w:rsidRPr="00805AEC" w:rsidRDefault="00AA01BF" w:rsidP="00AA01BF">
      <w:pPr>
        <w:widowControl/>
        <w:autoSpaceDE/>
        <w:autoSpaceDN/>
        <w:rPr>
          <w:rFonts w:ascii="Aptos" w:eastAsia="Times New Roman" w:hAnsi="Aptos" w:cs="Tahoma"/>
          <w:sz w:val="20"/>
          <w:szCs w:val="20"/>
          <w:lang w:val="en-GB"/>
        </w:rPr>
      </w:pPr>
      <w:r w:rsidRPr="00805AEC">
        <w:rPr>
          <w:rFonts w:ascii="Aptos" w:eastAsia="Times New Roman" w:hAnsi="Aptos" w:cs="Tahoma"/>
          <w:b/>
          <w:bCs/>
          <w:sz w:val="20"/>
          <w:szCs w:val="20"/>
          <w:lang w:val="en-GB"/>
        </w:rPr>
        <w:t xml:space="preserve">Note: </w:t>
      </w:r>
      <w:r w:rsidRPr="00805AEC">
        <w:rPr>
          <w:rFonts w:ascii="Aptos" w:eastAsia="Times New Roman" w:hAnsi="Aptos" w:cs="Tahoma"/>
          <w:sz w:val="20"/>
          <w:szCs w:val="20"/>
          <w:lang w:val="en-GB"/>
        </w:rPr>
        <w:t>The criteria in this tool are based on ISSAI 3000 requirements. The tool should be updated when there are new changes in the standards, especially the changes that will be brought by the new quality management standards. Take note that since conforming amendments as a result of the revision of ISSAI 140 are not yet available, some references and terms in this tool are still referring to the old concept “quality control system” rather than the new System of Audit Quality Management.</w:t>
      </w:r>
    </w:p>
    <w:p w14:paraId="24939CA1" w14:textId="77777777" w:rsidR="00AA01BF" w:rsidRPr="00805AEC" w:rsidRDefault="00AA01BF" w:rsidP="00AA01BF">
      <w:pPr>
        <w:widowControl/>
        <w:autoSpaceDE/>
        <w:autoSpaceDN/>
        <w:rPr>
          <w:rFonts w:ascii="Aptos" w:eastAsia="Times New Roman" w:hAnsi="Aptos" w:cs="Tahoma"/>
          <w:sz w:val="24"/>
          <w:szCs w:val="24"/>
          <w:lang w:val="en-GB"/>
        </w:rPr>
      </w:pPr>
    </w:p>
    <w:tbl>
      <w:tblPr>
        <w:tblStyle w:val="TableGrid15"/>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4220"/>
        <w:gridCol w:w="1449"/>
        <w:gridCol w:w="1999"/>
        <w:gridCol w:w="2068"/>
      </w:tblGrid>
      <w:tr w:rsidR="00AA01BF" w:rsidRPr="00805AEC" w14:paraId="6475BBCD" w14:textId="77777777" w:rsidTr="00920EF4">
        <w:trPr>
          <w:tblHeader/>
        </w:trPr>
        <w:tc>
          <w:tcPr>
            <w:tcW w:w="4483" w:type="dxa"/>
            <w:tcBorders>
              <w:right w:val="single" w:sz="4" w:space="0" w:color="FFFFFF" w:themeColor="background1"/>
            </w:tcBorders>
            <w:shd w:val="clear" w:color="auto" w:fill="005592" w:themeFill="text1"/>
            <w:vAlign w:val="center"/>
          </w:tcPr>
          <w:p w14:paraId="4DEC8E46" w14:textId="77777777" w:rsidR="00AA01BF" w:rsidRPr="00805AEC" w:rsidRDefault="00AA01BF"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Requirements</w:t>
            </w:r>
          </w:p>
        </w:tc>
        <w:tc>
          <w:tcPr>
            <w:tcW w:w="1518" w:type="dxa"/>
            <w:tcBorders>
              <w:left w:val="single" w:sz="4" w:space="0" w:color="FFFFFF" w:themeColor="background1"/>
              <w:right w:val="single" w:sz="4" w:space="0" w:color="FFFFFF" w:themeColor="background1"/>
            </w:tcBorders>
            <w:shd w:val="clear" w:color="auto" w:fill="005592" w:themeFill="text1"/>
            <w:vAlign w:val="center"/>
          </w:tcPr>
          <w:p w14:paraId="071AFFB4" w14:textId="77777777" w:rsidR="00AA01BF" w:rsidRPr="00805AEC" w:rsidRDefault="00AA01BF"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PA ISSAI Ref.</w:t>
            </w:r>
          </w:p>
        </w:tc>
        <w:tc>
          <w:tcPr>
            <w:tcW w:w="2088" w:type="dxa"/>
            <w:tcBorders>
              <w:left w:val="single" w:sz="4" w:space="0" w:color="FFFFFF" w:themeColor="background1"/>
              <w:right w:val="single" w:sz="4" w:space="0" w:color="FFFFFF" w:themeColor="background1"/>
            </w:tcBorders>
            <w:shd w:val="clear" w:color="auto" w:fill="005592" w:themeFill="text1"/>
            <w:vAlign w:val="center"/>
          </w:tcPr>
          <w:p w14:paraId="31D061ED" w14:textId="77777777" w:rsidR="00AA01BF" w:rsidRPr="00805AEC" w:rsidRDefault="00AA01BF"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Implemented in the audit?</w:t>
            </w:r>
          </w:p>
          <w:p w14:paraId="22498A28" w14:textId="77777777" w:rsidR="00AA01BF" w:rsidRPr="00805AEC" w:rsidRDefault="00AA01BF"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(YES/NO /NA)</w:t>
            </w:r>
          </w:p>
        </w:tc>
        <w:tc>
          <w:tcPr>
            <w:tcW w:w="2221" w:type="dxa"/>
            <w:tcBorders>
              <w:left w:val="single" w:sz="4" w:space="0" w:color="FFFFFF" w:themeColor="background1"/>
            </w:tcBorders>
            <w:shd w:val="clear" w:color="auto" w:fill="005592" w:themeFill="text1"/>
            <w:vAlign w:val="center"/>
          </w:tcPr>
          <w:p w14:paraId="7A45D7D3" w14:textId="77777777" w:rsidR="00AA01BF" w:rsidRPr="00805AEC" w:rsidRDefault="00AA01BF"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REMARKS</w:t>
            </w:r>
          </w:p>
        </w:tc>
      </w:tr>
      <w:tr w:rsidR="00AA01BF" w:rsidRPr="00805AEC" w14:paraId="4508C9DA" w14:textId="77777777" w:rsidTr="00920EF4">
        <w:tc>
          <w:tcPr>
            <w:tcW w:w="10310" w:type="dxa"/>
            <w:gridSpan w:val="4"/>
            <w:shd w:val="clear" w:color="auto" w:fill="00C2F7" w:themeFill="accent2"/>
          </w:tcPr>
          <w:p w14:paraId="13B294F2" w14:textId="77777777" w:rsidR="00AA01BF" w:rsidRPr="00805AEC" w:rsidRDefault="00AA01BF" w:rsidP="00920EF4">
            <w:pPr>
              <w:rPr>
                <w:rFonts w:ascii="Aptos" w:eastAsia="Times New Roman" w:hAnsi="Aptos" w:cs="Tahoma"/>
                <w:b/>
                <w:bCs/>
                <w:color w:val="FFFFFF" w:themeColor="background1"/>
                <w:sz w:val="20"/>
                <w:szCs w:val="20"/>
                <w:lang w:val="en-GB"/>
              </w:rPr>
            </w:pPr>
            <w:r w:rsidRPr="00805AEC">
              <w:rPr>
                <w:rFonts w:ascii="Aptos" w:eastAsia="Times New Roman" w:hAnsi="Aptos" w:cs="Tahoma"/>
                <w:b/>
                <w:bCs/>
                <w:color w:val="FFFFFF" w:themeColor="background1"/>
                <w:sz w:val="20"/>
                <w:szCs w:val="20"/>
                <w:lang w:val="en-GB"/>
              </w:rPr>
              <w:t>GENERAL REQUIREMENTS FOR PERFORMANCE AUDITING</w:t>
            </w:r>
          </w:p>
        </w:tc>
      </w:tr>
      <w:tr w:rsidR="00AA01BF" w:rsidRPr="00805AEC" w14:paraId="62BA5749" w14:textId="77777777" w:rsidTr="00920EF4">
        <w:tc>
          <w:tcPr>
            <w:tcW w:w="10310" w:type="dxa"/>
            <w:gridSpan w:val="4"/>
            <w:shd w:val="clear" w:color="auto" w:fill="FFF2CC"/>
          </w:tcPr>
          <w:p w14:paraId="7D348409"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Independence and ethics</w:t>
            </w:r>
          </w:p>
        </w:tc>
      </w:tr>
      <w:tr w:rsidR="00AA01BF" w:rsidRPr="00805AEC" w14:paraId="024FA6A5" w14:textId="77777777" w:rsidTr="00920EF4">
        <w:tc>
          <w:tcPr>
            <w:tcW w:w="4483" w:type="dxa"/>
          </w:tcPr>
          <w:p w14:paraId="21B37BB0"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auditor shall comply with the SAI’s procedures for independence and ethics, which in turn shall comply with the related ISSAIs on independence and ethics.</w:t>
            </w:r>
          </w:p>
        </w:tc>
        <w:tc>
          <w:tcPr>
            <w:tcW w:w="1518" w:type="dxa"/>
          </w:tcPr>
          <w:p w14:paraId="7D9CE58D"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3000.21</w:t>
            </w:r>
          </w:p>
        </w:tc>
        <w:tc>
          <w:tcPr>
            <w:tcW w:w="2088" w:type="dxa"/>
          </w:tcPr>
          <w:p w14:paraId="071F5188" w14:textId="77777777" w:rsidR="00AA01BF" w:rsidRPr="00805AEC" w:rsidRDefault="00AA01BF" w:rsidP="00920EF4">
            <w:pPr>
              <w:rPr>
                <w:rFonts w:ascii="Aptos" w:eastAsia="Times New Roman" w:hAnsi="Aptos" w:cs="Tahoma"/>
                <w:sz w:val="20"/>
                <w:szCs w:val="20"/>
                <w:lang w:val="en-GB"/>
              </w:rPr>
            </w:pPr>
          </w:p>
        </w:tc>
        <w:tc>
          <w:tcPr>
            <w:tcW w:w="2221" w:type="dxa"/>
          </w:tcPr>
          <w:p w14:paraId="578772E5" w14:textId="77777777" w:rsidR="00AA01BF" w:rsidRPr="00805AEC" w:rsidRDefault="00AA01BF" w:rsidP="00920EF4">
            <w:pPr>
              <w:rPr>
                <w:rFonts w:ascii="Aptos" w:eastAsia="Times New Roman" w:hAnsi="Aptos" w:cs="Tahoma"/>
                <w:sz w:val="20"/>
                <w:szCs w:val="20"/>
                <w:lang w:val="en-GB"/>
              </w:rPr>
            </w:pPr>
          </w:p>
        </w:tc>
      </w:tr>
      <w:tr w:rsidR="00AA01BF" w:rsidRPr="00805AEC" w14:paraId="7A3B34DB" w14:textId="77777777" w:rsidTr="00920EF4">
        <w:tc>
          <w:tcPr>
            <w:tcW w:w="4483" w:type="dxa"/>
          </w:tcPr>
          <w:p w14:paraId="44B8A730"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take care to remain independent so that the audit findings and conclusions are impartial and will be seen as such by the intended users. </w:t>
            </w:r>
          </w:p>
        </w:tc>
        <w:tc>
          <w:tcPr>
            <w:tcW w:w="1518" w:type="dxa"/>
          </w:tcPr>
          <w:p w14:paraId="7AF2AC7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3000.23</w:t>
            </w:r>
          </w:p>
        </w:tc>
        <w:tc>
          <w:tcPr>
            <w:tcW w:w="2088" w:type="dxa"/>
          </w:tcPr>
          <w:p w14:paraId="4ACF1B69" w14:textId="77777777" w:rsidR="00AA01BF" w:rsidRPr="00805AEC" w:rsidRDefault="00AA01BF" w:rsidP="00920EF4">
            <w:pPr>
              <w:rPr>
                <w:rFonts w:ascii="Aptos" w:eastAsia="Times New Roman" w:hAnsi="Aptos" w:cs="Tahoma"/>
                <w:sz w:val="20"/>
                <w:szCs w:val="20"/>
                <w:lang w:val="en-GB"/>
              </w:rPr>
            </w:pPr>
          </w:p>
        </w:tc>
        <w:tc>
          <w:tcPr>
            <w:tcW w:w="2221" w:type="dxa"/>
          </w:tcPr>
          <w:p w14:paraId="065B5E3E" w14:textId="77777777" w:rsidR="00AA01BF" w:rsidRPr="00805AEC" w:rsidRDefault="00AA01BF" w:rsidP="00920EF4">
            <w:pPr>
              <w:rPr>
                <w:rFonts w:ascii="Aptos" w:eastAsia="Times New Roman" w:hAnsi="Aptos" w:cs="Tahoma"/>
                <w:sz w:val="20"/>
                <w:szCs w:val="20"/>
                <w:lang w:val="en-GB"/>
              </w:rPr>
            </w:pPr>
          </w:p>
        </w:tc>
      </w:tr>
      <w:tr w:rsidR="00AA01BF" w:rsidRPr="00805AEC" w14:paraId="3FBAE259" w14:textId="77777777" w:rsidTr="00920EF4">
        <w:tc>
          <w:tcPr>
            <w:tcW w:w="10310" w:type="dxa"/>
            <w:gridSpan w:val="4"/>
            <w:shd w:val="clear" w:color="auto" w:fill="FFF2CC"/>
          </w:tcPr>
          <w:p w14:paraId="4C67A893"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Intended users and responsible parties</w:t>
            </w:r>
          </w:p>
        </w:tc>
      </w:tr>
      <w:tr w:rsidR="00AA01BF" w:rsidRPr="00805AEC" w14:paraId="505CA9C5" w14:textId="77777777" w:rsidTr="00920EF4">
        <w:tc>
          <w:tcPr>
            <w:tcW w:w="4483" w:type="dxa"/>
          </w:tcPr>
          <w:p w14:paraId="7F8A4D17"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explicitly identify the intended users and the responsible parties of the audit and throughout the audit consider the implication of these roles in order to conduct the audit accordingly. </w:t>
            </w:r>
          </w:p>
        </w:tc>
        <w:tc>
          <w:tcPr>
            <w:tcW w:w="1518" w:type="dxa"/>
          </w:tcPr>
          <w:p w14:paraId="77BC669C"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3000.25</w:t>
            </w:r>
          </w:p>
        </w:tc>
        <w:tc>
          <w:tcPr>
            <w:tcW w:w="2088" w:type="dxa"/>
          </w:tcPr>
          <w:p w14:paraId="11B9673C" w14:textId="77777777" w:rsidR="00AA01BF" w:rsidRPr="00805AEC" w:rsidRDefault="00AA01BF" w:rsidP="00920EF4">
            <w:pPr>
              <w:rPr>
                <w:rFonts w:ascii="Aptos" w:eastAsia="Times New Roman" w:hAnsi="Aptos" w:cs="Tahoma"/>
                <w:sz w:val="20"/>
                <w:szCs w:val="20"/>
                <w:lang w:val="en-GB"/>
              </w:rPr>
            </w:pPr>
          </w:p>
        </w:tc>
        <w:tc>
          <w:tcPr>
            <w:tcW w:w="2221" w:type="dxa"/>
          </w:tcPr>
          <w:p w14:paraId="10BA2651" w14:textId="77777777" w:rsidR="00AA01BF" w:rsidRPr="00805AEC" w:rsidRDefault="00AA01BF" w:rsidP="00920EF4">
            <w:pPr>
              <w:rPr>
                <w:rFonts w:ascii="Aptos" w:eastAsia="Times New Roman" w:hAnsi="Aptos" w:cs="Tahoma"/>
                <w:sz w:val="20"/>
                <w:szCs w:val="20"/>
                <w:lang w:val="en-GB"/>
              </w:rPr>
            </w:pPr>
          </w:p>
        </w:tc>
      </w:tr>
      <w:tr w:rsidR="00AA01BF" w:rsidRPr="00805AEC" w14:paraId="5F8A7423" w14:textId="77777777" w:rsidTr="00920EF4">
        <w:tc>
          <w:tcPr>
            <w:tcW w:w="10310" w:type="dxa"/>
            <w:gridSpan w:val="4"/>
            <w:shd w:val="clear" w:color="auto" w:fill="FFF2CC"/>
          </w:tcPr>
          <w:p w14:paraId="0DE9DB30"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Subject matter</w:t>
            </w:r>
          </w:p>
        </w:tc>
      </w:tr>
      <w:tr w:rsidR="00AA01BF" w:rsidRPr="00805AEC" w14:paraId="09E7E55C" w14:textId="77777777" w:rsidTr="00920EF4">
        <w:tc>
          <w:tcPr>
            <w:tcW w:w="4483" w:type="dxa"/>
          </w:tcPr>
          <w:p w14:paraId="5D96494A"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identify the subject matter of a performance audit. </w:t>
            </w:r>
          </w:p>
        </w:tc>
        <w:tc>
          <w:tcPr>
            <w:tcW w:w="1518" w:type="dxa"/>
          </w:tcPr>
          <w:p w14:paraId="69868F45"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3000.29</w:t>
            </w:r>
          </w:p>
        </w:tc>
        <w:tc>
          <w:tcPr>
            <w:tcW w:w="2088" w:type="dxa"/>
          </w:tcPr>
          <w:p w14:paraId="6A333FC7" w14:textId="77777777" w:rsidR="00AA01BF" w:rsidRPr="00805AEC" w:rsidRDefault="00AA01BF" w:rsidP="00920EF4">
            <w:pPr>
              <w:rPr>
                <w:rFonts w:ascii="Aptos" w:eastAsia="Times New Roman" w:hAnsi="Aptos" w:cs="Tahoma"/>
                <w:sz w:val="20"/>
                <w:szCs w:val="20"/>
                <w:lang w:val="en-GB"/>
              </w:rPr>
            </w:pPr>
          </w:p>
        </w:tc>
        <w:tc>
          <w:tcPr>
            <w:tcW w:w="2221" w:type="dxa"/>
          </w:tcPr>
          <w:p w14:paraId="4B229CD8" w14:textId="77777777" w:rsidR="00AA01BF" w:rsidRPr="00805AEC" w:rsidRDefault="00AA01BF" w:rsidP="00920EF4">
            <w:pPr>
              <w:rPr>
                <w:rFonts w:ascii="Aptos" w:eastAsia="Times New Roman" w:hAnsi="Aptos" w:cs="Tahoma"/>
                <w:sz w:val="20"/>
                <w:szCs w:val="20"/>
                <w:lang w:val="en-GB"/>
              </w:rPr>
            </w:pPr>
          </w:p>
        </w:tc>
      </w:tr>
      <w:tr w:rsidR="00AA01BF" w:rsidRPr="00805AEC" w14:paraId="3A3FEC5F" w14:textId="77777777" w:rsidTr="00920EF4">
        <w:tc>
          <w:tcPr>
            <w:tcW w:w="10310" w:type="dxa"/>
            <w:gridSpan w:val="4"/>
            <w:shd w:val="clear" w:color="auto" w:fill="FFF2CC"/>
          </w:tcPr>
          <w:p w14:paraId="2056BA90"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Confidence and assurance in performance auditing</w:t>
            </w:r>
          </w:p>
        </w:tc>
      </w:tr>
      <w:tr w:rsidR="00AA01BF" w:rsidRPr="00805AEC" w14:paraId="22C5BDD0" w14:textId="77777777" w:rsidTr="00920EF4">
        <w:tc>
          <w:tcPr>
            <w:tcW w:w="4483" w:type="dxa"/>
          </w:tcPr>
          <w:p w14:paraId="415BCBFB"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communicate assurance about the outcome of the audit of the subject matter against criteria in a transparent way. </w:t>
            </w:r>
          </w:p>
        </w:tc>
        <w:tc>
          <w:tcPr>
            <w:tcW w:w="1518" w:type="dxa"/>
          </w:tcPr>
          <w:p w14:paraId="79AD435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3000.32</w:t>
            </w:r>
          </w:p>
        </w:tc>
        <w:tc>
          <w:tcPr>
            <w:tcW w:w="2088" w:type="dxa"/>
          </w:tcPr>
          <w:p w14:paraId="06FDFED6" w14:textId="77777777" w:rsidR="00AA01BF" w:rsidRPr="00805AEC" w:rsidRDefault="00AA01BF" w:rsidP="00920EF4">
            <w:pPr>
              <w:rPr>
                <w:rFonts w:ascii="Aptos" w:eastAsia="Times New Roman" w:hAnsi="Aptos" w:cs="Tahoma"/>
                <w:sz w:val="20"/>
                <w:szCs w:val="20"/>
                <w:lang w:val="en-GB"/>
              </w:rPr>
            </w:pPr>
          </w:p>
        </w:tc>
        <w:tc>
          <w:tcPr>
            <w:tcW w:w="2221" w:type="dxa"/>
          </w:tcPr>
          <w:p w14:paraId="5926061F" w14:textId="77777777" w:rsidR="00AA01BF" w:rsidRPr="00805AEC" w:rsidRDefault="00AA01BF" w:rsidP="00920EF4">
            <w:pPr>
              <w:rPr>
                <w:rFonts w:ascii="Aptos" w:eastAsia="Times New Roman" w:hAnsi="Aptos" w:cs="Tahoma"/>
                <w:sz w:val="20"/>
                <w:szCs w:val="20"/>
                <w:lang w:val="en-GB"/>
              </w:rPr>
            </w:pPr>
          </w:p>
        </w:tc>
      </w:tr>
      <w:tr w:rsidR="00AA01BF" w:rsidRPr="00805AEC" w14:paraId="4B91E5E8" w14:textId="77777777" w:rsidTr="00920EF4">
        <w:tc>
          <w:tcPr>
            <w:tcW w:w="10310" w:type="dxa"/>
            <w:gridSpan w:val="4"/>
            <w:shd w:val="clear" w:color="auto" w:fill="FFF2CC"/>
          </w:tcPr>
          <w:p w14:paraId="170F9348"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Audit objective(s)</w:t>
            </w:r>
          </w:p>
        </w:tc>
      </w:tr>
      <w:tr w:rsidR="00AA01BF" w:rsidRPr="00805AEC" w14:paraId="4E3CE843" w14:textId="77777777" w:rsidTr="00920EF4">
        <w:tc>
          <w:tcPr>
            <w:tcW w:w="4483" w:type="dxa"/>
          </w:tcPr>
          <w:p w14:paraId="372DCA53"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lastRenderedPageBreak/>
              <w:t xml:space="preserve">The auditor shall set a clearly-defined audit objective(s) that relates to the principles of economy, efficiency and/or effectiveness. </w:t>
            </w:r>
          </w:p>
        </w:tc>
        <w:tc>
          <w:tcPr>
            <w:tcW w:w="1518" w:type="dxa"/>
          </w:tcPr>
          <w:p w14:paraId="72B7B235"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3000.35</w:t>
            </w:r>
          </w:p>
        </w:tc>
        <w:tc>
          <w:tcPr>
            <w:tcW w:w="2088" w:type="dxa"/>
          </w:tcPr>
          <w:p w14:paraId="0C3C9637" w14:textId="77777777" w:rsidR="00AA01BF" w:rsidRPr="00805AEC" w:rsidRDefault="00AA01BF" w:rsidP="00920EF4">
            <w:pPr>
              <w:rPr>
                <w:rFonts w:ascii="Aptos" w:eastAsia="Times New Roman" w:hAnsi="Aptos" w:cs="Tahoma"/>
                <w:sz w:val="20"/>
                <w:szCs w:val="20"/>
                <w:lang w:val="en-GB"/>
              </w:rPr>
            </w:pPr>
          </w:p>
        </w:tc>
        <w:tc>
          <w:tcPr>
            <w:tcW w:w="2221" w:type="dxa"/>
          </w:tcPr>
          <w:p w14:paraId="0B5B724F" w14:textId="77777777" w:rsidR="00AA01BF" w:rsidRPr="00805AEC" w:rsidRDefault="00AA01BF" w:rsidP="00920EF4">
            <w:pPr>
              <w:rPr>
                <w:rFonts w:ascii="Aptos" w:eastAsia="Times New Roman" w:hAnsi="Aptos" w:cs="Tahoma"/>
                <w:sz w:val="20"/>
                <w:szCs w:val="20"/>
                <w:lang w:val="en-GB"/>
              </w:rPr>
            </w:pPr>
          </w:p>
        </w:tc>
      </w:tr>
      <w:tr w:rsidR="00AA01BF" w:rsidRPr="00805AEC" w14:paraId="7B2D808A" w14:textId="77777777" w:rsidTr="00920EF4">
        <w:tc>
          <w:tcPr>
            <w:tcW w:w="4483" w:type="dxa"/>
          </w:tcPr>
          <w:p w14:paraId="11A72896"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auditor shall articulate the audit objective(s) in sufficient detail in order to be clear about the questions that will be answered and to allow logical development of the audit design.</w:t>
            </w:r>
          </w:p>
        </w:tc>
        <w:tc>
          <w:tcPr>
            <w:tcW w:w="1518" w:type="dxa"/>
          </w:tcPr>
          <w:p w14:paraId="54CCB897"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3000.36</w:t>
            </w:r>
          </w:p>
        </w:tc>
        <w:tc>
          <w:tcPr>
            <w:tcW w:w="2088" w:type="dxa"/>
          </w:tcPr>
          <w:p w14:paraId="4CD2583D" w14:textId="77777777" w:rsidR="00AA01BF" w:rsidRPr="00805AEC" w:rsidRDefault="00AA01BF" w:rsidP="00920EF4">
            <w:pPr>
              <w:rPr>
                <w:rFonts w:ascii="Aptos" w:eastAsia="Times New Roman" w:hAnsi="Aptos" w:cs="Tahoma"/>
                <w:sz w:val="20"/>
                <w:szCs w:val="20"/>
                <w:lang w:val="en-GB"/>
              </w:rPr>
            </w:pPr>
          </w:p>
        </w:tc>
        <w:tc>
          <w:tcPr>
            <w:tcW w:w="2221" w:type="dxa"/>
          </w:tcPr>
          <w:p w14:paraId="3C8FFEC4" w14:textId="77777777" w:rsidR="00AA01BF" w:rsidRPr="00805AEC" w:rsidRDefault="00AA01BF" w:rsidP="00920EF4">
            <w:pPr>
              <w:rPr>
                <w:rFonts w:ascii="Aptos" w:eastAsia="Times New Roman" w:hAnsi="Aptos" w:cs="Tahoma"/>
                <w:sz w:val="20"/>
                <w:szCs w:val="20"/>
                <w:lang w:val="en-GB"/>
              </w:rPr>
            </w:pPr>
          </w:p>
        </w:tc>
      </w:tr>
      <w:tr w:rsidR="00AA01BF" w:rsidRPr="00805AEC" w14:paraId="1C3DE052" w14:textId="77777777" w:rsidTr="00920EF4">
        <w:tc>
          <w:tcPr>
            <w:tcW w:w="4483" w:type="dxa"/>
          </w:tcPr>
          <w:p w14:paraId="1BA91815"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If the audit objective(s) is formulated as audit questions and broken down into sub-questions, then the auditor shall ensure that they are thematically related, complementary, not overlapping and collectively exhaustive in addressing the overall audit question.</w:t>
            </w:r>
          </w:p>
        </w:tc>
        <w:tc>
          <w:tcPr>
            <w:tcW w:w="1518" w:type="dxa"/>
          </w:tcPr>
          <w:p w14:paraId="410DB153"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3000.37</w:t>
            </w:r>
          </w:p>
        </w:tc>
        <w:tc>
          <w:tcPr>
            <w:tcW w:w="2088" w:type="dxa"/>
          </w:tcPr>
          <w:p w14:paraId="455892DF" w14:textId="77777777" w:rsidR="00AA01BF" w:rsidRPr="00805AEC" w:rsidRDefault="00AA01BF" w:rsidP="00920EF4">
            <w:pPr>
              <w:rPr>
                <w:rFonts w:ascii="Aptos" w:eastAsia="Times New Roman" w:hAnsi="Aptos" w:cs="Tahoma"/>
                <w:sz w:val="20"/>
                <w:szCs w:val="20"/>
                <w:lang w:val="en-GB"/>
              </w:rPr>
            </w:pPr>
          </w:p>
        </w:tc>
        <w:tc>
          <w:tcPr>
            <w:tcW w:w="2221" w:type="dxa"/>
          </w:tcPr>
          <w:p w14:paraId="7207470E" w14:textId="77777777" w:rsidR="00AA01BF" w:rsidRPr="00805AEC" w:rsidRDefault="00AA01BF" w:rsidP="00920EF4">
            <w:pPr>
              <w:rPr>
                <w:rFonts w:ascii="Aptos" w:eastAsia="Times New Roman" w:hAnsi="Aptos" w:cs="Tahoma"/>
                <w:sz w:val="20"/>
                <w:szCs w:val="20"/>
                <w:lang w:val="en-GB"/>
              </w:rPr>
            </w:pPr>
          </w:p>
        </w:tc>
      </w:tr>
      <w:tr w:rsidR="00AA01BF" w:rsidRPr="00805AEC" w14:paraId="249980C6" w14:textId="77777777" w:rsidTr="00920EF4">
        <w:tc>
          <w:tcPr>
            <w:tcW w:w="10310" w:type="dxa"/>
            <w:gridSpan w:val="4"/>
            <w:shd w:val="clear" w:color="auto" w:fill="FFF2CC"/>
          </w:tcPr>
          <w:p w14:paraId="0CD3636A"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Audit approach</w:t>
            </w:r>
          </w:p>
        </w:tc>
      </w:tr>
      <w:tr w:rsidR="00AA01BF" w:rsidRPr="00805AEC" w14:paraId="3937F08D" w14:textId="77777777" w:rsidTr="00920EF4">
        <w:tc>
          <w:tcPr>
            <w:tcW w:w="4483" w:type="dxa"/>
          </w:tcPr>
          <w:p w14:paraId="2FEDE64D"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choose a result-, problem or system-oriented audit approach, or a combination thereof. </w:t>
            </w:r>
          </w:p>
        </w:tc>
        <w:tc>
          <w:tcPr>
            <w:tcW w:w="1518" w:type="dxa"/>
          </w:tcPr>
          <w:p w14:paraId="54A8DE8E"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3000.40</w:t>
            </w:r>
          </w:p>
        </w:tc>
        <w:tc>
          <w:tcPr>
            <w:tcW w:w="2088" w:type="dxa"/>
          </w:tcPr>
          <w:p w14:paraId="6D6ECB78" w14:textId="77777777" w:rsidR="00AA01BF" w:rsidRPr="00805AEC" w:rsidRDefault="00AA01BF" w:rsidP="00920EF4">
            <w:pPr>
              <w:rPr>
                <w:rFonts w:ascii="Aptos" w:eastAsia="Times New Roman" w:hAnsi="Aptos" w:cs="Tahoma"/>
                <w:sz w:val="20"/>
                <w:szCs w:val="20"/>
                <w:lang w:val="en-GB"/>
              </w:rPr>
            </w:pPr>
          </w:p>
        </w:tc>
        <w:tc>
          <w:tcPr>
            <w:tcW w:w="2221" w:type="dxa"/>
          </w:tcPr>
          <w:p w14:paraId="4E80AB49" w14:textId="77777777" w:rsidR="00AA01BF" w:rsidRPr="00805AEC" w:rsidRDefault="00AA01BF" w:rsidP="00920EF4">
            <w:pPr>
              <w:rPr>
                <w:rFonts w:ascii="Aptos" w:eastAsia="Times New Roman" w:hAnsi="Aptos" w:cs="Tahoma"/>
                <w:sz w:val="20"/>
                <w:szCs w:val="20"/>
                <w:lang w:val="en-GB"/>
              </w:rPr>
            </w:pPr>
          </w:p>
        </w:tc>
      </w:tr>
      <w:tr w:rsidR="00AA01BF" w:rsidRPr="00805AEC" w14:paraId="4C0F679D" w14:textId="77777777" w:rsidTr="00920EF4">
        <w:tc>
          <w:tcPr>
            <w:tcW w:w="10310" w:type="dxa"/>
            <w:gridSpan w:val="4"/>
            <w:shd w:val="clear" w:color="auto" w:fill="FFF2CC"/>
          </w:tcPr>
          <w:p w14:paraId="321433AE"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Audit criteria</w:t>
            </w:r>
          </w:p>
        </w:tc>
      </w:tr>
      <w:tr w:rsidR="00AA01BF" w:rsidRPr="00805AEC" w14:paraId="5C6A8E92" w14:textId="77777777" w:rsidTr="00920EF4">
        <w:tc>
          <w:tcPr>
            <w:tcW w:w="4483" w:type="dxa"/>
          </w:tcPr>
          <w:p w14:paraId="0606BDDE"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auditor shall establish suitable audit criteria, which correspond to the audit objective(s) and audit questions and are related to the principles of economy, efficiency and/or effectiveness.</w:t>
            </w:r>
          </w:p>
        </w:tc>
        <w:tc>
          <w:tcPr>
            <w:tcW w:w="1518" w:type="dxa"/>
          </w:tcPr>
          <w:p w14:paraId="4BAE9A3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3000.45</w:t>
            </w:r>
          </w:p>
        </w:tc>
        <w:tc>
          <w:tcPr>
            <w:tcW w:w="2088" w:type="dxa"/>
          </w:tcPr>
          <w:p w14:paraId="045FA633" w14:textId="77777777" w:rsidR="00AA01BF" w:rsidRPr="00805AEC" w:rsidRDefault="00AA01BF" w:rsidP="00920EF4">
            <w:pPr>
              <w:rPr>
                <w:rFonts w:ascii="Aptos" w:eastAsia="Times New Roman" w:hAnsi="Aptos" w:cs="Tahoma"/>
                <w:sz w:val="20"/>
                <w:szCs w:val="20"/>
                <w:lang w:val="en-GB"/>
              </w:rPr>
            </w:pPr>
          </w:p>
        </w:tc>
        <w:tc>
          <w:tcPr>
            <w:tcW w:w="2221" w:type="dxa"/>
          </w:tcPr>
          <w:p w14:paraId="6477A10E" w14:textId="77777777" w:rsidR="00AA01BF" w:rsidRPr="00805AEC" w:rsidRDefault="00AA01BF" w:rsidP="00920EF4">
            <w:pPr>
              <w:rPr>
                <w:rFonts w:ascii="Aptos" w:eastAsia="Times New Roman" w:hAnsi="Aptos" w:cs="Tahoma"/>
                <w:sz w:val="20"/>
                <w:szCs w:val="20"/>
                <w:lang w:val="en-GB"/>
              </w:rPr>
            </w:pPr>
          </w:p>
        </w:tc>
      </w:tr>
      <w:tr w:rsidR="00AA01BF" w:rsidRPr="00805AEC" w14:paraId="018E8427" w14:textId="77777777" w:rsidTr="00920EF4">
        <w:tc>
          <w:tcPr>
            <w:tcW w:w="4483" w:type="dxa"/>
          </w:tcPr>
          <w:p w14:paraId="7EEC53DF"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auditor shall, as part of planning and/or conducting the audit, discuss the audit criteria with the audited entity.</w:t>
            </w:r>
          </w:p>
        </w:tc>
        <w:tc>
          <w:tcPr>
            <w:tcW w:w="1518" w:type="dxa"/>
          </w:tcPr>
          <w:p w14:paraId="4B5A943D"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3000.49</w:t>
            </w:r>
          </w:p>
        </w:tc>
        <w:tc>
          <w:tcPr>
            <w:tcW w:w="2088" w:type="dxa"/>
          </w:tcPr>
          <w:p w14:paraId="6CF5B628" w14:textId="77777777" w:rsidR="00AA01BF" w:rsidRPr="00805AEC" w:rsidRDefault="00AA01BF" w:rsidP="00920EF4">
            <w:pPr>
              <w:rPr>
                <w:rFonts w:ascii="Aptos" w:eastAsia="Times New Roman" w:hAnsi="Aptos" w:cs="Tahoma"/>
                <w:sz w:val="20"/>
                <w:szCs w:val="20"/>
                <w:lang w:val="en-GB"/>
              </w:rPr>
            </w:pPr>
          </w:p>
        </w:tc>
        <w:tc>
          <w:tcPr>
            <w:tcW w:w="2221" w:type="dxa"/>
          </w:tcPr>
          <w:p w14:paraId="295A201B" w14:textId="77777777" w:rsidR="00AA01BF" w:rsidRPr="00805AEC" w:rsidRDefault="00AA01BF" w:rsidP="00920EF4">
            <w:pPr>
              <w:rPr>
                <w:rFonts w:ascii="Aptos" w:eastAsia="Times New Roman" w:hAnsi="Aptos" w:cs="Tahoma"/>
                <w:sz w:val="20"/>
                <w:szCs w:val="20"/>
                <w:lang w:val="en-GB"/>
              </w:rPr>
            </w:pPr>
          </w:p>
        </w:tc>
      </w:tr>
      <w:tr w:rsidR="00AA01BF" w:rsidRPr="00805AEC" w14:paraId="1EC0C466" w14:textId="77777777" w:rsidTr="00920EF4">
        <w:tc>
          <w:tcPr>
            <w:tcW w:w="10310" w:type="dxa"/>
            <w:gridSpan w:val="4"/>
            <w:shd w:val="clear" w:color="auto" w:fill="FFF2CC"/>
          </w:tcPr>
          <w:p w14:paraId="53708590"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Audit risk</w:t>
            </w:r>
          </w:p>
        </w:tc>
      </w:tr>
      <w:tr w:rsidR="00AA01BF" w:rsidRPr="00805AEC" w14:paraId="77C69304" w14:textId="77777777" w:rsidTr="00920EF4">
        <w:tc>
          <w:tcPr>
            <w:tcW w:w="4483" w:type="dxa"/>
          </w:tcPr>
          <w:p w14:paraId="643B4F40"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actively manage audit risk to avoid the development of incorrect or incomplete audit findings, conclusions, and recommendations, providing unbalanced information or failing to add value. </w:t>
            </w:r>
          </w:p>
        </w:tc>
        <w:tc>
          <w:tcPr>
            <w:tcW w:w="1518" w:type="dxa"/>
          </w:tcPr>
          <w:p w14:paraId="525C2E0E"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3000.52</w:t>
            </w:r>
          </w:p>
        </w:tc>
        <w:tc>
          <w:tcPr>
            <w:tcW w:w="2088" w:type="dxa"/>
          </w:tcPr>
          <w:p w14:paraId="355FA6D4" w14:textId="77777777" w:rsidR="00AA01BF" w:rsidRPr="00805AEC" w:rsidRDefault="00AA01BF" w:rsidP="00920EF4">
            <w:pPr>
              <w:rPr>
                <w:rFonts w:ascii="Aptos" w:eastAsia="Times New Roman" w:hAnsi="Aptos" w:cs="Tahoma"/>
                <w:sz w:val="20"/>
                <w:szCs w:val="20"/>
                <w:lang w:val="en-GB"/>
              </w:rPr>
            </w:pPr>
          </w:p>
        </w:tc>
        <w:tc>
          <w:tcPr>
            <w:tcW w:w="2221" w:type="dxa"/>
          </w:tcPr>
          <w:p w14:paraId="318FE164" w14:textId="77777777" w:rsidR="00AA01BF" w:rsidRPr="00805AEC" w:rsidRDefault="00AA01BF" w:rsidP="00920EF4">
            <w:pPr>
              <w:rPr>
                <w:rFonts w:ascii="Aptos" w:eastAsia="Times New Roman" w:hAnsi="Aptos" w:cs="Tahoma"/>
                <w:sz w:val="20"/>
                <w:szCs w:val="20"/>
                <w:lang w:val="en-GB"/>
              </w:rPr>
            </w:pPr>
          </w:p>
        </w:tc>
      </w:tr>
      <w:tr w:rsidR="00AA01BF" w:rsidRPr="00805AEC" w14:paraId="42ED04DB" w14:textId="77777777" w:rsidTr="00920EF4">
        <w:tc>
          <w:tcPr>
            <w:tcW w:w="10310" w:type="dxa"/>
            <w:gridSpan w:val="4"/>
            <w:shd w:val="clear" w:color="auto" w:fill="FFF2CC"/>
          </w:tcPr>
          <w:p w14:paraId="1802EA8E"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Communication</w:t>
            </w:r>
          </w:p>
        </w:tc>
      </w:tr>
      <w:tr w:rsidR="00AA01BF" w:rsidRPr="00805AEC" w14:paraId="57052B29" w14:textId="77777777" w:rsidTr="00920EF4">
        <w:tc>
          <w:tcPr>
            <w:tcW w:w="4483" w:type="dxa"/>
          </w:tcPr>
          <w:p w14:paraId="19E01309"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auditor shall plan for and maintain effective and proper communication of key aspects of the audit with the audited entity and relevant stakeholders throughout the audit process.</w:t>
            </w:r>
          </w:p>
        </w:tc>
        <w:tc>
          <w:tcPr>
            <w:tcW w:w="1518" w:type="dxa"/>
          </w:tcPr>
          <w:p w14:paraId="4447131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3000.55</w:t>
            </w:r>
          </w:p>
        </w:tc>
        <w:tc>
          <w:tcPr>
            <w:tcW w:w="2088" w:type="dxa"/>
          </w:tcPr>
          <w:p w14:paraId="75B341FF" w14:textId="77777777" w:rsidR="00AA01BF" w:rsidRPr="00805AEC" w:rsidRDefault="00AA01BF" w:rsidP="00920EF4">
            <w:pPr>
              <w:rPr>
                <w:rFonts w:ascii="Aptos" w:eastAsia="Times New Roman" w:hAnsi="Aptos" w:cs="Tahoma"/>
                <w:sz w:val="20"/>
                <w:szCs w:val="20"/>
                <w:lang w:val="en-GB"/>
              </w:rPr>
            </w:pPr>
          </w:p>
        </w:tc>
        <w:tc>
          <w:tcPr>
            <w:tcW w:w="2221" w:type="dxa"/>
          </w:tcPr>
          <w:p w14:paraId="78F7D722" w14:textId="77777777" w:rsidR="00AA01BF" w:rsidRPr="00805AEC" w:rsidRDefault="00AA01BF" w:rsidP="00920EF4">
            <w:pPr>
              <w:rPr>
                <w:rFonts w:ascii="Aptos" w:eastAsia="Times New Roman" w:hAnsi="Aptos" w:cs="Tahoma"/>
                <w:sz w:val="20"/>
                <w:szCs w:val="20"/>
                <w:lang w:val="en-GB"/>
              </w:rPr>
            </w:pPr>
          </w:p>
        </w:tc>
      </w:tr>
      <w:tr w:rsidR="00AA01BF" w:rsidRPr="00805AEC" w14:paraId="3173692F" w14:textId="77777777" w:rsidTr="00920EF4">
        <w:tc>
          <w:tcPr>
            <w:tcW w:w="4483" w:type="dxa"/>
          </w:tcPr>
          <w:p w14:paraId="7C55AED0"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take care to ensure that communication with stakeholders does not compromise the independence and impartiality of the SAI. </w:t>
            </w:r>
          </w:p>
        </w:tc>
        <w:tc>
          <w:tcPr>
            <w:tcW w:w="1518" w:type="dxa"/>
          </w:tcPr>
          <w:p w14:paraId="7E20697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3000.59</w:t>
            </w:r>
          </w:p>
        </w:tc>
        <w:tc>
          <w:tcPr>
            <w:tcW w:w="2088" w:type="dxa"/>
          </w:tcPr>
          <w:p w14:paraId="3C7B808E" w14:textId="77777777" w:rsidR="00AA01BF" w:rsidRPr="00805AEC" w:rsidRDefault="00AA01BF" w:rsidP="00920EF4">
            <w:pPr>
              <w:rPr>
                <w:rFonts w:ascii="Aptos" w:eastAsia="Times New Roman" w:hAnsi="Aptos" w:cs="Tahoma"/>
                <w:sz w:val="20"/>
                <w:szCs w:val="20"/>
                <w:lang w:val="en-GB"/>
              </w:rPr>
            </w:pPr>
          </w:p>
        </w:tc>
        <w:tc>
          <w:tcPr>
            <w:tcW w:w="2221" w:type="dxa"/>
          </w:tcPr>
          <w:p w14:paraId="68FF9E93" w14:textId="77777777" w:rsidR="00AA01BF" w:rsidRPr="00805AEC" w:rsidRDefault="00AA01BF" w:rsidP="00920EF4">
            <w:pPr>
              <w:rPr>
                <w:rFonts w:ascii="Aptos" w:eastAsia="Times New Roman" w:hAnsi="Aptos" w:cs="Tahoma"/>
                <w:sz w:val="20"/>
                <w:szCs w:val="20"/>
                <w:lang w:val="en-GB"/>
              </w:rPr>
            </w:pPr>
          </w:p>
        </w:tc>
      </w:tr>
      <w:tr w:rsidR="00AA01BF" w:rsidRPr="00805AEC" w14:paraId="147ED606" w14:textId="77777777" w:rsidTr="00920EF4">
        <w:tc>
          <w:tcPr>
            <w:tcW w:w="4483" w:type="dxa"/>
          </w:tcPr>
          <w:p w14:paraId="33970C9D"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lastRenderedPageBreak/>
              <w:t xml:space="preserve">The SAI shall clearly communicate the standards that were followed to conduct the performance audit. </w:t>
            </w:r>
          </w:p>
        </w:tc>
        <w:tc>
          <w:tcPr>
            <w:tcW w:w="1518" w:type="dxa"/>
          </w:tcPr>
          <w:p w14:paraId="44CBA30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3000.61</w:t>
            </w:r>
          </w:p>
        </w:tc>
        <w:tc>
          <w:tcPr>
            <w:tcW w:w="2088" w:type="dxa"/>
          </w:tcPr>
          <w:p w14:paraId="5339FBAA" w14:textId="77777777" w:rsidR="00AA01BF" w:rsidRPr="00805AEC" w:rsidRDefault="00AA01BF" w:rsidP="00920EF4">
            <w:pPr>
              <w:rPr>
                <w:rFonts w:ascii="Aptos" w:eastAsia="Times New Roman" w:hAnsi="Aptos" w:cs="Tahoma"/>
                <w:sz w:val="20"/>
                <w:szCs w:val="20"/>
                <w:lang w:val="en-GB"/>
              </w:rPr>
            </w:pPr>
          </w:p>
        </w:tc>
        <w:tc>
          <w:tcPr>
            <w:tcW w:w="2221" w:type="dxa"/>
          </w:tcPr>
          <w:p w14:paraId="72788478" w14:textId="77777777" w:rsidR="00AA01BF" w:rsidRPr="00805AEC" w:rsidRDefault="00AA01BF" w:rsidP="00920EF4">
            <w:pPr>
              <w:rPr>
                <w:rFonts w:ascii="Aptos" w:eastAsia="Times New Roman" w:hAnsi="Aptos" w:cs="Tahoma"/>
                <w:sz w:val="20"/>
                <w:szCs w:val="20"/>
                <w:lang w:val="en-GB"/>
              </w:rPr>
            </w:pPr>
          </w:p>
        </w:tc>
      </w:tr>
      <w:tr w:rsidR="00AA01BF" w:rsidRPr="00805AEC" w14:paraId="5B210587" w14:textId="77777777" w:rsidTr="00920EF4">
        <w:tc>
          <w:tcPr>
            <w:tcW w:w="10310" w:type="dxa"/>
            <w:gridSpan w:val="4"/>
            <w:shd w:val="clear" w:color="auto" w:fill="FFF2CC"/>
          </w:tcPr>
          <w:p w14:paraId="60E56358"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Skills</w:t>
            </w:r>
          </w:p>
        </w:tc>
      </w:tr>
      <w:tr w:rsidR="00AA01BF" w:rsidRPr="00805AEC" w14:paraId="645E2FBF" w14:textId="77777777" w:rsidTr="00920EF4">
        <w:tc>
          <w:tcPr>
            <w:tcW w:w="4483" w:type="dxa"/>
          </w:tcPr>
          <w:p w14:paraId="1CDDEEBA"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SAI shall ensure that the audit team collectively has the necessary professional competence to perform the audit.</w:t>
            </w:r>
          </w:p>
        </w:tc>
        <w:tc>
          <w:tcPr>
            <w:tcW w:w="1518" w:type="dxa"/>
          </w:tcPr>
          <w:p w14:paraId="091C1184"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3000.63</w:t>
            </w:r>
          </w:p>
        </w:tc>
        <w:tc>
          <w:tcPr>
            <w:tcW w:w="2088" w:type="dxa"/>
          </w:tcPr>
          <w:p w14:paraId="14D8B46C" w14:textId="77777777" w:rsidR="00AA01BF" w:rsidRPr="00805AEC" w:rsidRDefault="00AA01BF" w:rsidP="00920EF4">
            <w:pPr>
              <w:rPr>
                <w:rFonts w:ascii="Aptos" w:eastAsia="Times New Roman" w:hAnsi="Aptos" w:cs="Tahoma"/>
                <w:sz w:val="20"/>
                <w:szCs w:val="20"/>
                <w:lang w:val="en-GB"/>
              </w:rPr>
            </w:pPr>
          </w:p>
        </w:tc>
        <w:tc>
          <w:tcPr>
            <w:tcW w:w="2221" w:type="dxa"/>
          </w:tcPr>
          <w:p w14:paraId="588E40F1" w14:textId="77777777" w:rsidR="00AA01BF" w:rsidRPr="00805AEC" w:rsidRDefault="00AA01BF" w:rsidP="00920EF4">
            <w:pPr>
              <w:rPr>
                <w:rFonts w:ascii="Aptos" w:eastAsia="Times New Roman" w:hAnsi="Aptos" w:cs="Tahoma"/>
                <w:sz w:val="20"/>
                <w:szCs w:val="20"/>
                <w:lang w:val="en-GB"/>
              </w:rPr>
            </w:pPr>
          </w:p>
        </w:tc>
      </w:tr>
      <w:tr w:rsidR="00AA01BF" w:rsidRPr="00805AEC" w14:paraId="0A40AD8C" w14:textId="77777777" w:rsidTr="00920EF4">
        <w:tc>
          <w:tcPr>
            <w:tcW w:w="10310" w:type="dxa"/>
            <w:gridSpan w:val="4"/>
            <w:shd w:val="clear" w:color="auto" w:fill="FFF2CC"/>
          </w:tcPr>
          <w:p w14:paraId="0C5A9632"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Supervision</w:t>
            </w:r>
          </w:p>
        </w:tc>
      </w:tr>
      <w:tr w:rsidR="00AA01BF" w:rsidRPr="00805AEC" w14:paraId="64CA1857" w14:textId="77777777" w:rsidTr="00920EF4">
        <w:tc>
          <w:tcPr>
            <w:tcW w:w="4483" w:type="dxa"/>
          </w:tcPr>
          <w:p w14:paraId="6E4E7BDE"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SAI shall ensure that the audit team collectively has the necessary professional competence to perform the audit.</w:t>
            </w:r>
          </w:p>
        </w:tc>
        <w:tc>
          <w:tcPr>
            <w:tcW w:w="1518" w:type="dxa"/>
          </w:tcPr>
          <w:p w14:paraId="53F2F3B3"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3000.66</w:t>
            </w:r>
          </w:p>
        </w:tc>
        <w:tc>
          <w:tcPr>
            <w:tcW w:w="2088" w:type="dxa"/>
          </w:tcPr>
          <w:p w14:paraId="2A7C0434" w14:textId="77777777" w:rsidR="00AA01BF" w:rsidRPr="00805AEC" w:rsidRDefault="00AA01BF" w:rsidP="00920EF4">
            <w:pPr>
              <w:rPr>
                <w:rFonts w:ascii="Aptos" w:eastAsia="Times New Roman" w:hAnsi="Aptos" w:cs="Tahoma"/>
                <w:sz w:val="20"/>
                <w:szCs w:val="20"/>
                <w:lang w:val="en-GB"/>
              </w:rPr>
            </w:pPr>
          </w:p>
        </w:tc>
        <w:tc>
          <w:tcPr>
            <w:tcW w:w="2221" w:type="dxa"/>
          </w:tcPr>
          <w:p w14:paraId="72BA0120" w14:textId="77777777" w:rsidR="00AA01BF" w:rsidRPr="00805AEC" w:rsidRDefault="00AA01BF" w:rsidP="00920EF4">
            <w:pPr>
              <w:rPr>
                <w:rFonts w:ascii="Aptos" w:eastAsia="Times New Roman" w:hAnsi="Aptos" w:cs="Tahoma"/>
                <w:sz w:val="20"/>
                <w:szCs w:val="20"/>
                <w:lang w:val="en-GB"/>
              </w:rPr>
            </w:pPr>
          </w:p>
        </w:tc>
      </w:tr>
      <w:tr w:rsidR="00AA01BF" w:rsidRPr="00805AEC" w14:paraId="0E5EFF41" w14:textId="77777777" w:rsidTr="00920EF4">
        <w:tc>
          <w:tcPr>
            <w:tcW w:w="10310" w:type="dxa"/>
            <w:gridSpan w:val="4"/>
            <w:shd w:val="clear" w:color="auto" w:fill="FFF2CC"/>
          </w:tcPr>
          <w:p w14:paraId="3814BB37"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Professional judgment and scepticism</w:t>
            </w:r>
          </w:p>
        </w:tc>
      </w:tr>
      <w:tr w:rsidR="00AA01BF" w:rsidRPr="00805AEC" w14:paraId="58BDF7BD" w14:textId="77777777" w:rsidTr="00920EF4">
        <w:tc>
          <w:tcPr>
            <w:tcW w:w="4483" w:type="dxa"/>
          </w:tcPr>
          <w:p w14:paraId="6D732505"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exercise professional judgment and skepticism and consider issues from different perspectives, maintaining an open and objective attitude to various views and arguments. </w:t>
            </w:r>
          </w:p>
        </w:tc>
        <w:tc>
          <w:tcPr>
            <w:tcW w:w="1518" w:type="dxa"/>
          </w:tcPr>
          <w:p w14:paraId="75602ACC"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3000.68</w:t>
            </w:r>
          </w:p>
        </w:tc>
        <w:tc>
          <w:tcPr>
            <w:tcW w:w="2088" w:type="dxa"/>
          </w:tcPr>
          <w:p w14:paraId="0556C93A" w14:textId="77777777" w:rsidR="00AA01BF" w:rsidRPr="00805AEC" w:rsidRDefault="00AA01BF" w:rsidP="00920EF4">
            <w:pPr>
              <w:rPr>
                <w:rFonts w:ascii="Aptos" w:eastAsia="Times New Roman" w:hAnsi="Aptos" w:cs="Tahoma"/>
                <w:sz w:val="20"/>
                <w:szCs w:val="20"/>
                <w:lang w:val="en-GB"/>
              </w:rPr>
            </w:pPr>
          </w:p>
        </w:tc>
        <w:tc>
          <w:tcPr>
            <w:tcW w:w="2221" w:type="dxa"/>
          </w:tcPr>
          <w:p w14:paraId="6D7265F2" w14:textId="77777777" w:rsidR="00AA01BF" w:rsidRPr="00805AEC" w:rsidRDefault="00AA01BF" w:rsidP="00920EF4">
            <w:pPr>
              <w:rPr>
                <w:rFonts w:ascii="Aptos" w:eastAsia="Times New Roman" w:hAnsi="Aptos" w:cs="Tahoma"/>
                <w:sz w:val="20"/>
                <w:szCs w:val="20"/>
                <w:lang w:val="en-GB"/>
              </w:rPr>
            </w:pPr>
          </w:p>
        </w:tc>
      </w:tr>
      <w:tr w:rsidR="00AA01BF" w:rsidRPr="00805AEC" w14:paraId="23990F81" w14:textId="77777777" w:rsidTr="00920EF4">
        <w:tc>
          <w:tcPr>
            <w:tcW w:w="4483" w:type="dxa"/>
          </w:tcPr>
          <w:p w14:paraId="0AD5ED0C"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assess the risk of fraud when planning the audit and be alert to the possibility of fraud throughout the audit process. </w:t>
            </w:r>
          </w:p>
        </w:tc>
        <w:tc>
          <w:tcPr>
            <w:tcW w:w="1518" w:type="dxa"/>
          </w:tcPr>
          <w:p w14:paraId="4BF3A19A"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3000.73</w:t>
            </w:r>
          </w:p>
        </w:tc>
        <w:tc>
          <w:tcPr>
            <w:tcW w:w="2088" w:type="dxa"/>
          </w:tcPr>
          <w:p w14:paraId="5C8B6C48" w14:textId="77777777" w:rsidR="00AA01BF" w:rsidRPr="00805AEC" w:rsidRDefault="00AA01BF" w:rsidP="00920EF4">
            <w:pPr>
              <w:rPr>
                <w:rFonts w:ascii="Aptos" w:eastAsia="Times New Roman" w:hAnsi="Aptos" w:cs="Tahoma"/>
                <w:sz w:val="20"/>
                <w:szCs w:val="20"/>
                <w:lang w:val="en-GB"/>
              </w:rPr>
            </w:pPr>
          </w:p>
        </w:tc>
        <w:tc>
          <w:tcPr>
            <w:tcW w:w="2221" w:type="dxa"/>
          </w:tcPr>
          <w:p w14:paraId="6BC5F01A" w14:textId="77777777" w:rsidR="00AA01BF" w:rsidRPr="00805AEC" w:rsidRDefault="00AA01BF" w:rsidP="00920EF4">
            <w:pPr>
              <w:rPr>
                <w:rFonts w:ascii="Aptos" w:eastAsia="Times New Roman" w:hAnsi="Aptos" w:cs="Tahoma"/>
                <w:sz w:val="20"/>
                <w:szCs w:val="20"/>
                <w:lang w:val="en-GB"/>
              </w:rPr>
            </w:pPr>
          </w:p>
        </w:tc>
      </w:tr>
      <w:tr w:rsidR="00AA01BF" w:rsidRPr="00805AEC" w14:paraId="70AE50B9" w14:textId="77777777" w:rsidTr="00920EF4">
        <w:tc>
          <w:tcPr>
            <w:tcW w:w="4483" w:type="dxa"/>
          </w:tcPr>
          <w:p w14:paraId="41F49DA8"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maintain a high standard of professional behavior. </w:t>
            </w:r>
          </w:p>
        </w:tc>
        <w:tc>
          <w:tcPr>
            <w:tcW w:w="1518" w:type="dxa"/>
          </w:tcPr>
          <w:p w14:paraId="60510F0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3000.75</w:t>
            </w:r>
          </w:p>
        </w:tc>
        <w:tc>
          <w:tcPr>
            <w:tcW w:w="2088" w:type="dxa"/>
          </w:tcPr>
          <w:p w14:paraId="20BB111C" w14:textId="77777777" w:rsidR="00AA01BF" w:rsidRPr="00805AEC" w:rsidRDefault="00AA01BF" w:rsidP="00920EF4">
            <w:pPr>
              <w:rPr>
                <w:rFonts w:ascii="Aptos" w:eastAsia="Times New Roman" w:hAnsi="Aptos" w:cs="Tahoma"/>
                <w:sz w:val="20"/>
                <w:szCs w:val="20"/>
                <w:lang w:val="en-GB"/>
              </w:rPr>
            </w:pPr>
          </w:p>
        </w:tc>
        <w:tc>
          <w:tcPr>
            <w:tcW w:w="2221" w:type="dxa"/>
          </w:tcPr>
          <w:p w14:paraId="438C192B" w14:textId="77777777" w:rsidR="00AA01BF" w:rsidRPr="00805AEC" w:rsidRDefault="00AA01BF" w:rsidP="00920EF4">
            <w:pPr>
              <w:rPr>
                <w:rFonts w:ascii="Aptos" w:eastAsia="Times New Roman" w:hAnsi="Aptos" w:cs="Tahoma"/>
                <w:sz w:val="20"/>
                <w:szCs w:val="20"/>
                <w:lang w:val="en-GB"/>
              </w:rPr>
            </w:pPr>
          </w:p>
        </w:tc>
      </w:tr>
      <w:tr w:rsidR="00AA01BF" w:rsidRPr="00805AEC" w14:paraId="5FF307E5" w14:textId="77777777" w:rsidTr="00920EF4">
        <w:tc>
          <w:tcPr>
            <w:tcW w:w="4483" w:type="dxa"/>
          </w:tcPr>
          <w:p w14:paraId="6A5BBBB2"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be willing to innovate throughout the audit process.  </w:t>
            </w:r>
          </w:p>
        </w:tc>
        <w:tc>
          <w:tcPr>
            <w:tcW w:w="1518" w:type="dxa"/>
          </w:tcPr>
          <w:p w14:paraId="5C3C8A7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3000.77</w:t>
            </w:r>
          </w:p>
        </w:tc>
        <w:tc>
          <w:tcPr>
            <w:tcW w:w="2088" w:type="dxa"/>
          </w:tcPr>
          <w:p w14:paraId="19998354" w14:textId="77777777" w:rsidR="00AA01BF" w:rsidRPr="00805AEC" w:rsidRDefault="00AA01BF" w:rsidP="00920EF4">
            <w:pPr>
              <w:rPr>
                <w:rFonts w:ascii="Aptos" w:eastAsia="Times New Roman" w:hAnsi="Aptos" w:cs="Tahoma"/>
                <w:sz w:val="20"/>
                <w:szCs w:val="20"/>
                <w:lang w:val="en-GB"/>
              </w:rPr>
            </w:pPr>
          </w:p>
        </w:tc>
        <w:tc>
          <w:tcPr>
            <w:tcW w:w="2221" w:type="dxa"/>
          </w:tcPr>
          <w:p w14:paraId="314FDD8C" w14:textId="77777777" w:rsidR="00AA01BF" w:rsidRPr="00805AEC" w:rsidRDefault="00AA01BF" w:rsidP="00920EF4">
            <w:pPr>
              <w:rPr>
                <w:rFonts w:ascii="Aptos" w:eastAsia="Times New Roman" w:hAnsi="Aptos" w:cs="Tahoma"/>
                <w:sz w:val="20"/>
                <w:szCs w:val="20"/>
                <w:lang w:val="en-GB"/>
              </w:rPr>
            </w:pPr>
          </w:p>
        </w:tc>
      </w:tr>
      <w:tr w:rsidR="00AA01BF" w:rsidRPr="00805AEC" w14:paraId="7626A73B" w14:textId="77777777" w:rsidTr="00920EF4">
        <w:tc>
          <w:tcPr>
            <w:tcW w:w="10310" w:type="dxa"/>
            <w:gridSpan w:val="4"/>
            <w:shd w:val="clear" w:color="auto" w:fill="FFF2CC"/>
          </w:tcPr>
          <w:p w14:paraId="0982B356"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Quality control</w:t>
            </w:r>
          </w:p>
        </w:tc>
      </w:tr>
      <w:tr w:rsidR="00AA01BF" w:rsidRPr="00805AEC" w14:paraId="740699AB" w14:textId="77777777" w:rsidTr="00920EF4">
        <w:tc>
          <w:tcPr>
            <w:tcW w:w="4483" w:type="dxa"/>
          </w:tcPr>
          <w:p w14:paraId="43EA7D17"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SAI shall establish and maintain a system to safeguard quality, which the auditor shall comply with to ensure that all requirements are met, and place emphasis on appropriate, balanced, and fair audit reports that add value and answer the audit questions. </w:t>
            </w:r>
          </w:p>
        </w:tc>
        <w:tc>
          <w:tcPr>
            <w:tcW w:w="1518" w:type="dxa"/>
          </w:tcPr>
          <w:p w14:paraId="15CDC289"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3000.79</w:t>
            </w:r>
          </w:p>
        </w:tc>
        <w:tc>
          <w:tcPr>
            <w:tcW w:w="2088" w:type="dxa"/>
          </w:tcPr>
          <w:p w14:paraId="11ACB9D2" w14:textId="77777777" w:rsidR="00AA01BF" w:rsidRPr="00805AEC" w:rsidRDefault="00AA01BF" w:rsidP="00920EF4">
            <w:pPr>
              <w:rPr>
                <w:rFonts w:ascii="Aptos" w:eastAsia="Times New Roman" w:hAnsi="Aptos" w:cs="Tahoma"/>
                <w:sz w:val="20"/>
                <w:szCs w:val="20"/>
                <w:lang w:val="en-GB"/>
              </w:rPr>
            </w:pPr>
          </w:p>
        </w:tc>
        <w:tc>
          <w:tcPr>
            <w:tcW w:w="2221" w:type="dxa"/>
          </w:tcPr>
          <w:p w14:paraId="2A615BAC" w14:textId="77777777" w:rsidR="00AA01BF" w:rsidRPr="00805AEC" w:rsidRDefault="00AA01BF" w:rsidP="00920EF4">
            <w:pPr>
              <w:rPr>
                <w:rFonts w:ascii="Aptos" w:eastAsia="Times New Roman" w:hAnsi="Aptos" w:cs="Tahoma"/>
                <w:sz w:val="20"/>
                <w:szCs w:val="20"/>
                <w:lang w:val="en-GB"/>
              </w:rPr>
            </w:pPr>
          </w:p>
        </w:tc>
      </w:tr>
      <w:tr w:rsidR="00AA01BF" w:rsidRPr="00805AEC" w14:paraId="4EF3F1B7" w14:textId="77777777" w:rsidTr="00920EF4">
        <w:tc>
          <w:tcPr>
            <w:tcW w:w="10310" w:type="dxa"/>
            <w:gridSpan w:val="4"/>
            <w:shd w:val="clear" w:color="auto" w:fill="FFF2CC"/>
          </w:tcPr>
          <w:p w14:paraId="3C421A33"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Materiality</w:t>
            </w:r>
          </w:p>
        </w:tc>
      </w:tr>
      <w:tr w:rsidR="00AA01BF" w:rsidRPr="00805AEC" w14:paraId="5D11A23C" w14:textId="77777777" w:rsidTr="00920EF4">
        <w:tc>
          <w:tcPr>
            <w:tcW w:w="4483" w:type="dxa"/>
          </w:tcPr>
          <w:p w14:paraId="7F8CD57D"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 xml:space="preserve">The auditor shall consider materiality at all stages of the audit process, including the financial, social and political aspects of the subject matter with the goal of delivering as much added value as possible. </w:t>
            </w:r>
          </w:p>
        </w:tc>
        <w:tc>
          <w:tcPr>
            <w:tcW w:w="1518" w:type="dxa"/>
          </w:tcPr>
          <w:p w14:paraId="58E71EB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3000.83</w:t>
            </w:r>
          </w:p>
        </w:tc>
        <w:tc>
          <w:tcPr>
            <w:tcW w:w="2088" w:type="dxa"/>
          </w:tcPr>
          <w:p w14:paraId="35920129" w14:textId="77777777" w:rsidR="00AA01BF" w:rsidRPr="00805AEC" w:rsidRDefault="00AA01BF" w:rsidP="00920EF4">
            <w:pPr>
              <w:rPr>
                <w:rFonts w:ascii="Aptos" w:eastAsia="Times New Roman" w:hAnsi="Aptos" w:cs="Tahoma"/>
                <w:sz w:val="20"/>
                <w:szCs w:val="20"/>
                <w:lang w:val="en-GB"/>
              </w:rPr>
            </w:pPr>
          </w:p>
        </w:tc>
        <w:tc>
          <w:tcPr>
            <w:tcW w:w="2221" w:type="dxa"/>
          </w:tcPr>
          <w:p w14:paraId="3D4361F4" w14:textId="77777777" w:rsidR="00AA01BF" w:rsidRPr="00805AEC" w:rsidRDefault="00AA01BF" w:rsidP="00920EF4">
            <w:pPr>
              <w:rPr>
                <w:rFonts w:ascii="Aptos" w:eastAsia="Times New Roman" w:hAnsi="Aptos" w:cs="Tahoma"/>
                <w:sz w:val="20"/>
                <w:szCs w:val="20"/>
                <w:lang w:val="en-GB"/>
              </w:rPr>
            </w:pPr>
          </w:p>
        </w:tc>
      </w:tr>
      <w:tr w:rsidR="00AA01BF" w:rsidRPr="00805AEC" w14:paraId="25DAE71B" w14:textId="77777777" w:rsidTr="00920EF4">
        <w:tc>
          <w:tcPr>
            <w:tcW w:w="10310" w:type="dxa"/>
            <w:gridSpan w:val="4"/>
            <w:shd w:val="clear" w:color="auto" w:fill="FFF2CC"/>
          </w:tcPr>
          <w:p w14:paraId="0889B469"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Documentation</w:t>
            </w:r>
          </w:p>
        </w:tc>
      </w:tr>
      <w:tr w:rsidR="00AA01BF" w:rsidRPr="00805AEC" w14:paraId="594896E1" w14:textId="77777777" w:rsidTr="00920EF4">
        <w:tc>
          <w:tcPr>
            <w:tcW w:w="4483" w:type="dxa"/>
          </w:tcPr>
          <w:p w14:paraId="59E0AACF"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lang w:val="en-GB"/>
              </w:rPr>
              <w:t>The auditor shall document the audit in a sufficiently complete and detailed manner.</w:t>
            </w:r>
          </w:p>
        </w:tc>
        <w:tc>
          <w:tcPr>
            <w:tcW w:w="1518" w:type="dxa"/>
          </w:tcPr>
          <w:p w14:paraId="1B05A34A"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3000.86</w:t>
            </w:r>
          </w:p>
        </w:tc>
        <w:tc>
          <w:tcPr>
            <w:tcW w:w="2088" w:type="dxa"/>
          </w:tcPr>
          <w:p w14:paraId="42560A6D" w14:textId="77777777" w:rsidR="00AA01BF" w:rsidRPr="00805AEC" w:rsidRDefault="00AA01BF" w:rsidP="00920EF4">
            <w:pPr>
              <w:rPr>
                <w:rFonts w:ascii="Aptos" w:eastAsia="Times New Roman" w:hAnsi="Aptos" w:cs="Tahoma"/>
                <w:sz w:val="20"/>
                <w:szCs w:val="20"/>
                <w:lang w:val="en-GB"/>
              </w:rPr>
            </w:pPr>
          </w:p>
        </w:tc>
        <w:tc>
          <w:tcPr>
            <w:tcW w:w="2221" w:type="dxa"/>
          </w:tcPr>
          <w:p w14:paraId="79DAC871" w14:textId="77777777" w:rsidR="00AA01BF" w:rsidRPr="00805AEC" w:rsidRDefault="00AA01BF" w:rsidP="00920EF4">
            <w:pPr>
              <w:rPr>
                <w:rFonts w:ascii="Aptos" w:eastAsia="Times New Roman" w:hAnsi="Aptos" w:cs="Tahoma"/>
                <w:sz w:val="20"/>
                <w:szCs w:val="20"/>
                <w:lang w:val="en-GB"/>
              </w:rPr>
            </w:pPr>
          </w:p>
        </w:tc>
      </w:tr>
      <w:tr w:rsidR="00AA01BF" w:rsidRPr="00805AEC" w14:paraId="7E9D3A74" w14:textId="77777777" w:rsidTr="00920EF4">
        <w:tc>
          <w:tcPr>
            <w:tcW w:w="10310" w:type="dxa"/>
            <w:gridSpan w:val="4"/>
            <w:shd w:val="clear" w:color="auto" w:fill="00C2F7" w:themeFill="accent2"/>
          </w:tcPr>
          <w:p w14:paraId="50D10AEE"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color w:val="FFFFFF" w:themeColor="background1"/>
                <w:sz w:val="20"/>
                <w:szCs w:val="20"/>
                <w:lang w:val="en-GB"/>
              </w:rPr>
              <w:t>REQUIREMENTS RELATED TO THE PERFORMANCE AUDITING PROCESS</w:t>
            </w:r>
          </w:p>
        </w:tc>
      </w:tr>
      <w:tr w:rsidR="00AA01BF" w:rsidRPr="00805AEC" w14:paraId="38EEBCFF" w14:textId="77777777" w:rsidTr="00920EF4">
        <w:tc>
          <w:tcPr>
            <w:tcW w:w="10310" w:type="dxa"/>
            <w:gridSpan w:val="4"/>
            <w:shd w:val="clear" w:color="auto" w:fill="FFF2CC"/>
          </w:tcPr>
          <w:p w14:paraId="70D866DA"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Planning – selection of topics</w:t>
            </w:r>
          </w:p>
        </w:tc>
      </w:tr>
      <w:tr w:rsidR="00AA01BF" w:rsidRPr="00805AEC" w14:paraId="65A5E34F" w14:textId="77777777" w:rsidTr="00920EF4">
        <w:tc>
          <w:tcPr>
            <w:tcW w:w="4483" w:type="dxa"/>
          </w:tcPr>
          <w:p w14:paraId="39D54998"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lastRenderedPageBreak/>
              <w:t xml:space="preserve">The auditor shall select audit topics through the SAI’s strategic planning process by analyzing potential topics and conducting research to identify audit risks and problems. </w:t>
            </w:r>
          </w:p>
        </w:tc>
        <w:tc>
          <w:tcPr>
            <w:tcW w:w="1518" w:type="dxa"/>
          </w:tcPr>
          <w:p w14:paraId="46752695"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3000.89</w:t>
            </w:r>
          </w:p>
        </w:tc>
        <w:tc>
          <w:tcPr>
            <w:tcW w:w="2088" w:type="dxa"/>
          </w:tcPr>
          <w:p w14:paraId="1755FE38" w14:textId="77777777" w:rsidR="00AA01BF" w:rsidRPr="00805AEC" w:rsidRDefault="00AA01BF" w:rsidP="00920EF4">
            <w:pPr>
              <w:rPr>
                <w:rFonts w:ascii="Aptos" w:eastAsia="Times New Roman" w:hAnsi="Aptos" w:cs="Tahoma"/>
                <w:sz w:val="20"/>
                <w:szCs w:val="20"/>
                <w:lang w:val="en-GB"/>
              </w:rPr>
            </w:pPr>
          </w:p>
        </w:tc>
        <w:tc>
          <w:tcPr>
            <w:tcW w:w="2221" w:type="dxa"/>
          </w:tcPr>
          <w:p w14:paraId="590666E2" w14:textId="77777777" w:rsidR="00AA01BF" w:rsidRPr="00805AEC" w:rsidRDefault="00AA01BF" w:rsidP="00920EF4">
            <w:pPr>
              <w:rPr>
                <w:rFonts w:ascii="Aptos" w:eastAsia="Times New Roman" w:hAnsi="Aptos" w:cs="Tahoma"/>
                <w:sz w:val="20"/>
                <w:szCs w:val="20"/>
                <w:lang w:val="en-GB"/>
              </w:rPr>
            </w:pPr>
          </w:p>
        </w:tc>
      </w:tr>
      <w:tr w:rsidR="00AA01BF" w:rsidRPr="00805AEC" w14:paraId="4C95A471" w14:textId="77777777" w:rsidTr="00920EF4">
        <w:tc>
          <w:tcPr>
            <w:tcW w:w="4483" w:type="dxa"/>
          </w:tcPr>
          <w:p w14:paraId="280E4D87"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The auditor shall select audit topics that are significant and auditable, and consistent with the SAI’s mandate.</w:t>
            </w:r>
          </w:p>
        </w:tc>
        <w:tc>
          <w:tcPr>
            <w:tcW w:w="1518" w:type="dxa"/>
          </w:tcPr>
          <w:p w14:paraId="47C1093C"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3000.90</w:t>
            </w:r>
          </w:p>
        </w:tc>
        <w:tc>
          <w:tcPr>
            <w:tcW w:w="2088" w:type="dxa"/>
          </w:tcPr>
          <w:p w14:paraId="538C30CA" w14:textId="77777777" w:rsidR="00AA01BF" w:rsidRPr="00805AEC" w:rsidRDefault="00AA01BF" w:rsidP="00920EF4">
            <w:pPr>
              <w:rPr>
                <w:rFonts w:ascii="Aptos" w:eastAsia="Times New Roman" w:hAnsi="Aptos" w:cs="Tahoma"/>
                <w:sz w:val="20"/>
                <w:szCs w:val="20"/>
                <w:lang w:val="en-GB"/>
              </w:rPr>
            </w:pPr>
          </w:p>
        </w:tc>
        <w:tc>
          <w:tcPr>
            <w:tcW w:w="2221" w:type="dxa"/>
          </w:tcPr>
          <w:p w14:paraId="4438A819" w14:textId="77777777" w:rsidR="00AA01BF" w:rsidRPr="00805AEC" w:rsidRDefault="00AA01BF" w:rsidP="00920EF4">
            <w:pPr>
              <w:rPr>
                <w:rFonts w:ascii="Aptos" w:eastAsia="Times New Roman" w:hAnsi="Aptos" w:cs="Tahoma"/>
                <w:sz w:val="20"/>
                <w:szCs w:val="20"/>
                <w:lang w:val="en-GB"/>
              </w:rPr>
            </w:pPr>
          </w:p>
        </w:tc>
      </w:tr>
      <w:tr w:rsidR="00AA01BF" w:rsidRPr="00805AEC" w14:paraId="3D3D8818" w14:textId="77777777" w:rsidTr="00920EF4">
        <w:tc>
          <w:tcPr>
            <w:tcW w:w="4483" w:type="dxa"/>
          </w:tcPr>
          <w:p w14:paraId="23D26954"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conduct the process of selecting audit topics with the aim of maximizing the expected impact of the audit while taking account of audit capacities. </w:t>
            </w:r>
          </w:p>
        </w:tc>
        <w:tc>
          <w:tcPr>
            <w:tcW w:w="1518" w:type="dxa"/>
          </w:tcPr>
          <w:p w14:paraId="5A1F9308"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3000.91</w:t>
            </w:r>
          </w:p>
        </w:tc>
        <w:tc>
          <w:tcPr>
            <w:tcW w:w="2088" w:type="dxa"/>
          </w:tcPr>
          <w:p w14:paraId="085879BE" w14:textId="77777777" w:rsidR="00AA01BF" w:rsidRPr="00805AEC" w:rsidRDefault="00AA01BF" w:rsidP="00920EF4">
            <w:pPr>
              <w:rPr>
                <w:rFonts w:ascii="Aptos" w:eastAsia="Times New Roman" w:hAnsi="Aptos" w:cs="Tahoma"/>
                <w:sz w:val="20"/>
                <w:szCs w:val="20"/>
                <w:lang w:val="en-GB"/>
              </w:rPr>
            </w:pPr>
          </w:p>
        </w:tc>
        <w:tc>
          <w:tcPr>
            <w:tcW w:w="2221" w:type="dxa"/>
          </w:tcPr>
          <w:p w14:paraId="45432DB6" w14:textId="77777777" w:rsidR="00AA01BF" w:rsidRPr="00805AEC" w:rsidRDefault="00AA01BF" w:rsidP="00920EF4">
            <w:pPr>
              <w:rPr>
                <w:rFonts w:ascii="Aptos" w:eastAsia="Times New Roman" w:hAnsi="Aptos" w:cs="Tahoma"/>
                <w:sz w:val="20"/>
                <w:szCs w:val="20"/>
                <w:lang w:val="en-GB"/>
              </w:rPr>
            </w:pPr>
          </w:p>
        </w:tc>
      </w:tr>
      <w:tr w:rsidR="00AA01BF" w:rsidRPr="00805AEC" w14:paraId="58BFF426" w14:textId="77777777" w:rsidTr="00920EF4">
        <w:tc>
          <w:tcPr>
            <w:tcW w:w="10310" w:type="dxa"/>
            <w:gridSpan w:val="4"/>
            <w:shd w:val="clear" w:color="auto" w:fill="FFF2CC"/>
          </w:tcPr>
          <w:p w14:paraId="7C9AC68C"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Planning – designing the audit</w:t>
            </w:r>
          </w:p>
        </w:tc>
      </w:tr>
      <w:tr w:rsidR="00AA01BF" w:rsidRPr="00805AEC" w14:paraId="50CDFE57" w14:textId="77777777" w:rsidTr="00920EF4">
        <w:tc>
          <w:tcPr>
            <w:tcW w:w="4483" w:type="dxa"/>
          </w:tcPr>
          <w:p w14:paraId="5706496B"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plan the audit in a manner that contributes to a high-quality audit that will be carried out in an economical, efficient, effective and timely manner and in accordance with the principles of good project management. </w:t>
            </w:r>
          </w:p>
        </w:tc>
        <w:tc>
          <w:tcPr>
            <w:tcW w:w="1518" w:type="dxa"/>
          </w:tcPr>
          <w:p w14:paraId="273B722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3000.96</w:t>
            </w:r>
          </w:p>
        </w:tc>
        <w:tc>
          <w:tcPr>
            <w:tcW w:w="2088" w:type="dxa"/>
          </w:tcPr>
          <w:p w14:paraId="2E9610D0" w14:textId="77777777" w:rsidR="00AA01BF" w:rsidRPr="00805AEC" w:rsidRDefault="00AA01BF" w:rsidP="00920EF4">
            <w:pPr>
              <w:rPr>
                <w:rFonts w:ascii="Aptos" w:eastAsia="Times New Roman" w:hAnsi="Aptos" w:cs="Tahoma"/>
                <w:sz w:val="20"/>
                <w:szCs w:val="20"/>
                <w:lang w:val="en-GB"/>
              </w:rPr>
            </w:pPr>
          </w:p>
        </w:tc>
        <w:tc>
          <w:tcPr>
            <w:tcW w:w="2221" w:type="dxa"/>
          </w:tcPr>
          <w:p w14:paraId="4E0FD793" w14:textId="77777777" w:rsidR="00AA01BF" w:rsidRPr="00805AEC" w:rsidRDefault="00AA01BF" w:rsidP="00920EF4">
            <w:pPr>
              <w:rPr>
                <w:rFonts w:ascii="Aptos" w:eastAsia="Times New Roman" w:hAnsi="Aptos" w:cs="Tahoma"/>
                <w:sz w:val="20"/>
                <w:szCs w:val="20"/>
                <w:lang w:val="en-GB"/>
              </w:rPr>
            </w:pPr>
          </w:p>
        </w:tc>
      </w:tr>
      <w:tr w:rsidR="00AA01BF" w:rsidRPr="00805AEC" w14:paraId="0C9F53CA" w14:textId="77777777" w:rsidTr="00920EF4">
        <w:tc>
          <w:tcPr>
            <w:tcW w:w="4483" w:type="dxa"/>
          </w:tcPr>
          <w:p w14:paraId="09A32494"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acquire substantive and methodological knowledge during the planning phase. </w:t>
            </w:r>
          </w:p>
        </w:tc>
        <w:tc>
          <w:tcPr>
            <w:tcW w:w="1518" w:type="dxa"/>
          </w:tcPr>
          <w:p w14:paraId="52BEF47E"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3000.98</w:t>
            </w:r>
          </w:p>
        </w:tc>
        <w:tc>
          <w:tcPr>
            <w:tcW w:w="2088" w:type="dxa"/>
          </w:tcPr>
          <w:p w14:paraId="02B65E7E" w14:textId="77777777" w:rsidR="00AA01BF" w:rsidRPr="00805AEC" w:rsidRDefault="00AA01BF" w:rsidP="00920EF4">
            <w:pPr>
              <w:rPr>
                <w:rFonts w:ascii="Aptos" w:eastAsia="Times New Roman" w:hAnsi="Aptos" w:cs="Tahoma"/>
                <w:sz w:val="20"/>
                <w:szCs w:val="20"/>
                <w:lang w:val="en-GB"/>
              </w:rPr>
            </w:pPr>
          </w:p>
        </w:tc>
        <w:tc>
          <w:tcPr>
            <w:tcW w:w="2221" w:type="dxa"/>
          </w:tcPr>
          <w:p w14:paraId="2953BDA6" w14:textId="77777777" w:rsidR="00AA01BF" w:rsidRPr="00805AEC" w:rsidRDefault="00AA01BF" w:rsidP="00920EF4">
            <w:pPr>
              <w:rPr>
                <w:rFonts w:ascii="Aptos" w:eastAsia="Times New Roman" w:hAnsi="Aptos" w:cs="Tahoma"/>
                <w:sz w:val="20"/>
                <w:szCs w:val="20"/>
                <w:lang w:val="en-GB"/>
              </w:rPr>
            </w:pPr>
          </w:p>
        </w:tc>
      </w:tr>
      <w:tr w:rsidR="00AA01BF" w:rsidRPr="00805AEC" w14:paraId="5ADE9CB8" w14:textId="77777777" w:rsidTr="00920EF4">
        <w:tc>
          <w:tcPr>
            <w:tcW w:w="4483" w:type="dxa"/>
          </w:tcPr>
          <w:p w14:paraId="575E25A0"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During planning, the auditor shall design the audit procedures to be used for gathering sufficient and appropriate audit evidence that respond to the audit objective(s) and question(s).</w:t>
            </w:r>
          </w:p>
        </w:tc>
        <w:tc>
          <w:tcPr>
            <w:tcW w:w="1518" w:type="dxa"/>
          </w:tcPr>
          <w:p w14:paraId="51D662A3"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3000.101</w:t>
            </w:r>
          </w:p>
        </w:tc>
        <w:tc>
          <w:tcPr>
            <w:tcW w:w="2088" w:type="dxa"/>
          </w:tcPr>
          <w:p w14:paraId="2892D631" w14:textId="77777777" w:rsidR="00AA01BF" w:rsidRPr="00805AEC" w:rsidRDefault="00AA01BF" w:rsidP="00920EF4">
            <w:pPr>
              <w:rPr>
                <w:rFonts w:ascii="Aptos" w:eastAsia="Times New Roman" w:hAnsi="Aptos" w:cs="Tahoma"/>
                <w:sz w:val="20"/>
                <w:szCs w:val="20"/>
                <w:lang w:val="en-GB"/>
              </w:rPr>
            </w:pPr>
          </w:p>
        </w:tc>
        <w:tc>
          <w:tcPr>
            <w:tcW w:w="2221" w:type="dxa"/>
          </w:tcPr>
          <w:p w14:paraId="242FDA83" w14:textId="77777777" w:rsidR="00AA01BF" w:rsidRPr="00805AEC" w:rsidRDefault="00AA01BF" w:rsidP="00920EF4">
            <w:pPr>
              <w:rPr>
                <w:rFonts w:ascii="Aptos" w:eastAsia="Times New Roman" w:hAnsi="Aptos" w:cs="Tahoma"/>
                <w:sz w:val="20"/>
                <w:szCs w:val="20"/>
                <w:lang w:val="en-GB"/>
              </w:rPr>
            </w:pPr>
          </w:p>
        </w:tc>
      </w:tr>
      <w:tr w:rsidR="00AA01BF" w:rsidRPr="00805AEC" w14:paraId="428F03B4" w14:textId="77777777" w:rsidTr="00920EF4">
        <w:tc>
          <w:tcPr>
            <w:tcW w:w="4483" w:type="dxa"/>
          </w:tcPr>
          <w:p w14:paraId="292F2379"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The auditor shall submit the audit plan to the audit supervisor and SAI’s senior management for approval.</w:t>
            </w:r>
          </w:p>
        </w:tc>
        <w:tc>
          <w:tcPr>
            <w:tcW w:w="1518" w:type="dxa"/>
          </w:tcPr>
          <w:p w14:paraId="1070B0A0"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3000.104</w:t>
            </w:r>
          </w:p>
        </w:tc>
        <w:tc>
          <w:tcPr>
            <w:tcW w:w="2088" w:type="dxa"/>
          </w:tcPr>
          <w:p w14:paraId="4E34B188" w14:textId="77777777" w:rsidR="00AA01BF" w:rsidRPr="00805AEC" w:rsidRDefault="00AA01BF" w:rsidP="00920EF4">
            <w:pPr>
              <w:rPr>
                <w:rFonts w:ascii="Aptos" w:eastAsia="Times New Roman" w:hAnsi="Aptos" w:cs="Tahoma"/>
                <w:sz w:val="20"/>
                <w:szCs w:val="20"/>
                <w:lang w:val="en-GB"/>
              </w:rPr>
            </w:pPr>
          </w:p>
        </w:tc>
        <w:tc>
          <w:tcPr>
            <w:tcW w:w="2221" w:type="dxa"/>
          </w:tcPr>
          <w:p w14:paraId="568B8C37" w14:textId="77777777" w:rsidR="00AA01BF" w:rsidRPr="00805AEC" w:rsidRDefault="00AA01BF" w:rsidP="00920EF4">
            <w:pPr>
              <w:rPr>
                <w:rFonts w:ascii="Aptos" w:eastAsia="Times New Roman" w:hAnsi="Aptos" w:cs="Tahoma"/>
                <w:sz w:val="20"/>
                <w:szCs w:val="20"/>
                <w:lang w:val="en-GB"/>
              </w:rPr>
            </w:pPr>
          </w:p>
        </w:tc>
      </w:tr>
      <w:tr w:rsidR="00AA01BF" w:rsidRPr="00805AEC" w14:paraId="7811B793" w14:textId="77777777" w:rsidTr="00920EF4">
        <w:tc>
          <w:tcPr>
            <w:tcW w:w="10310" w:type="dxa"/>
            <w:gridSpan w:val="4"/>
            <w:shd w:val="clear" w:color="auto" w:fill="FFF2CC"/>
          </w:tcPr>
          <w:p w14:paraId="038DF58C"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Conducting</w:t>
            </w:r>
          </w:p>
        </w:tc>
      </w:tr>
      <w:tr w:rsidR="00AA01BF" w:rsidRPr="00805AEC" w14:paraId="20E32F68" w14:textId="77777777" w:rsidTr="00920EF4">
        <w:tc>
          <w:tcPr>
            <w:tcW w:w="4483" w:type="dxa"/>
          </w:tcPr>
          <w:p w14:paraId="5ABC79B0"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obtain sufficient and appropriate audit evidence in order to establish audit findings, reach conclusions in response to the audit objective(s) and audit questions and issue recommendations when relevant and allowed by the SAI´s mandate. </w:t>
            </w:r>
          </w:p>
        </w:tc>
        <w:tc>
          <w:tcPr>
            <w:tcW w:w="1518" w:type="dxa"/>
          </w:tcPr>
          <w:p w14:paraId="0B953560"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3000.106</w:t>
            </w:r>
          </w:p>
        </w:tc>
        <w:tc>
          <w:tcPr>
            <w:tcW w:w="2088" w:type="dxa"/>
          </w:tcPr>
          <w:p w14:paraId="762D4E95" w14:textId="77777777" w:rsidR="00AA01BF" w:rsidRPr="00805AEC" w:rsidRDefault="00AA01BF" w:rsidP="00920EF4">
            <w:pPr>
              <w:rPr>
                <w:rFonts w:ascii="Aptos" w:eastAsia="Times New Roman" w:hAnsi="Aptos" w:cs="Tahoma"/>
                <w:sz w:val="20"/>
                <w:szCs w:val="20"/>
                <w:lang w:val="en-GB"/>
              </w:rPr>
            </w:pPr>
          </w:p>
        </w:tc>
        <w:tc>
          <w:tcPr>
            <w:tcW w:w="2221" w:type="dxa"/>
          </w:tcPr>
          <w:p w14:paraId="432C9880" w14:textId="77777777" w:rsidR="00AA01BF" w:rsidRPr="00805AEC" w:rsidRDefault="00AA01BF" w:rsidP="00920EF4">
            <w:pPr>
              <w:rPr>
                <w:rFonts w:ascii="Aptos" w:eastAsia="Times New Roman" w:hAnsi="Aptos" w:cs="Tahoma"/>
                <w:sz w:val="20"/>
                <w:szCs w:val="20"/>
                <w:lang w:val="en-GB"/>
              </w:rPr>
            </w:pPr>
          </w:p>
        </w:tc>
      </w:tr>
      <w:tr w:rsidR="00AA01BF" w:rsidRPr="00805AEC" w14:paraId="1AD958B2" w14:textId="77777777" w:rsidTr="00920EF4">
        <w:tc>
          <w:tcPr>
            <w:tcW w:w="4483" w:type="dxa"/>
          </w:tcPr>
          <w:p w14:paraId="469E7881"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analyze the collected information and ensure that the audit findings are put in perspective and respond to the audit objective(s) and audit questions; reformulating the audit objective(s) and audit questions as needed. </w:t>
            </w:r>
          </w:p>
        </w:tc>
        <w:tc>
          <w:tcPr>
            <w:tcW w:w="1518" w:type="dxa"/>
          </w:tcPr>
          <w:p w14:paraId="4881D0E4"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3000.112</w:t>
            </w:r>
          </w:p>
        </w:tc>
        <w:tc>
          <w:tcPr>
            <w:tcW w:w="2088" w:type="dxa"/>
          </w:tcPr>
          <w:p w14:paraId="3737A77A" w14:textId="77777777" w:rsidR="00AA01BF" w:rsidRPr="00805AEC" w:rsidRDefault="00AA01BF" w:rsidP="00920EF4">
            <w:pPr>
              <w:rPr>
                <w:rFonts w:ascii="Aptos" w:eastAsia="Times New Roman" w:hAnsi="Aptos" w:cs="Tahoma"/>
                <w:sz w:val="20"/>
                <w:szCs w:val="20"/>
                <w:lang w:val="en-GB"/>
              </w:rPr>
            </w:pPr>
          </w:p>
        </w:tc>
        <w:tc>
          <w:tcPr>
            <w:tcW w:w="2221" w:type="dxa"/>
          </w:tcPr>
          <w:p w14:paraId="6D20B554" w14:textId="77777777" w:rsidR="00AA01BF" w:rsidRPr="00805AEC" w:rsidRDefault="00AA01BF" w:rsidP="00920EF4">
            <w:pPr>
              <w:rPr>
                <w:rFonts w:ascii="Aptos" w:eastAsia="Times New Roman" w:hAnsi="Aptos" w:cs="Tahoma"/>
                <w:sz w:val="20"/>
                <w:szCs w:val="20"/>
                <w:lang w:val="en-GB"/>
              </w:rPr>
            </w:pPr>
          </w:p>
        </w:tc>
      </w:tr>
      <w:tr w:rsidR="00AA01BF" w:rsidRPr="00805AEC" w14:paraId="0418A4ED" w14:textId="77777777" w:rsidTr="00920EF4">
        <w:tc>
          <w:tcPr>
            <w:tcW w:w="10310" w:type="dxa"/>
            <w:gridSpan w:val="4"/>
            <w:shd w:val="clear" w:color="auto" w:fill="FFF2CC"/>
          </w:tcPr>
          <w:p w14:paraId="1F2C5DD6"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Reporting</w:t>
            </w:r>
          </w:p>
        </w:tc>
      </w:tr>
      <w:tr w:rsidR="00AA01BF" w:rsidRPr="00805AEC" w14:paraId="43A1EF80" w14:textId="77777777" w:rsidTr="00920EF4">
        <w:tc>
          <w:tcPr>
            <w:tcW w:w="4483" w:type="dxa"/>
          </w:tcPr>
          <w:p w14:paraId="407BC4D5" w14:textId="77777777" w:rsidR="00AA01BF" w:rsidRPr="00805AEC" w:rsidRDefault="00AA01BF" w:rsidP="00920EF4">
            <w:pPr>
              <w:numPr>
                <w:ilvl w:val="0"/>
                <w:numId w:val="55"/>
              </w:numPr>
              <w:contextualSpacing/>
              <w:rPr>
                <w:rFonts w:ascii="Aptos" w:eastAsia="Times New Roman" w:hAnsi="Aptos" w:cs="Tahoma"/>
                <w:sz w:val="20"/>
                <w:szCs w:val="20"/>
              </w:rPr>
            </w:pPr>
            <w:r w:rsidRPr="00805AEC">
              <w:rPr>
                <w:rFonts w:ascii="Aptos" w:eastAsia="Times New Roman" w:hAnsi="Aptos" w:cs="Tahoma"/>
                <w:sz w:val="20"/>
                <w:szCs w:val="20"/>
              </w:rPr>
              <w:t xml:space="preserve">The auditor shall provide audit reports, which are: a) comprehensive, </w:t>
            </w:r>
            <w:r w:rsidRPr="00805AEC">
              <w:rPr>
                <w:rFonts w:ascii="Aptos" w:eastAsia="Times New Roman" w:hAnsi="Aptos" w:cs="Tahoma"/>
                <w:sz w:val="20"/>
                <w:szCs w:val="20"/>
              </w:rPr>
              <w:lastRenderedPageBreak/>
              <w:t xml:space="preserve">b) convincing, c) timely, d) reader friendly, and e) balanced. </w:t>
            </w:r>
          </w:p>
        </w:tc>
        <w:tc>
          <w:tcPr>
            <w:tcW w:w="1518" w:type="dxa"/>
          </w:tcPr>
          <w:p w14:paraId="673AE3B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lastRenderedPageBreak/>
              <w:t>ISSAI 3000.116</w:t>
            </w:r>
          </w:p>
        </w:tc>
        <w:tc>
          <w:tcPr>
            <w:tcW w:w="2088" w:type="dxa"/>
          </w:tcPr>
          <w:p w14:paraId="593EB022" w14:textId="77777777" w:rsidR="00AA01BF" w:rsidRPr="00805AEC" w:rsidRDefault="00AA01BF" w:rsidP="00920EF4">
            <w:pPr>
              <w:rPr>
                <w:rFonts w:ascii="Aptos" w:eastAsia="Times New Roman" w:hAnsi="Aptos" w:cs="Tahoma"/>
                <w:sz w:val="20"/>
                <w:szCs w:val="20"/>
                <w:lang w:val="en-GB"/>
              </w:rPr>
            </w:pPr>
          </w:p>
        </w:tc>
        <w:tc>
          <w:tcPr>
            <w:tcW w:w="2221" w:type="dxa"/>
          </w:tcPr>
          <w:p w14:paraId="54F7DB39" w14:textId="77777777" w:rsidR="00AA01BF" w:rsidRPr="00805AEC" w:rsidRDefault="00AA01BF" w:rsidP="00920EF4">
            <w:pPr>
              <w:rPr>
                <w:rFonts w:ascii="Aptos" w:eastAsia="Times New Roman" w:hAnsi="Aptos" w:cs="Tahoma"/>
                <w:sz w:val="20"/>
                <w:szCs w:val="20"/>
                <w:lang w:val="en-GB"/>
              </w:rPr>
            </w:pPr>
          </w:p>
        </w:tc>
      </w:tr>
      <w:tr w:rsidR="00AA01BF" w:rsidRPr="00805AEC" w14:paraId="38BB20AB" w14:textId="77777777" w:rsidTr="00920EF4">
        <w:tc>
          <w:tcPr>
            <w:tcW w:w="4483" w:type="dxa"/>
          </w:tcPr>
          <w:p w14:paraId="366DDA84"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identify the audit criteria and their sources in the audit report. </w:t>
            </w:r>
          </w:p>
        </w:tc>
        <w:tc>
          <w:tcPr>
            <w:tcW w:w="1518" w:type="dxa"/>
          </w:tcPr>
          <w:p w14:paraId="2F64CBB4"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3000.122</w:t>
            </w:r>
          </w:p>
        </w:tc>
        <w:tc>
          <w:tcPr>
            <w:tcW w:w="2088" w:type="dxa"/>
          </w:tcPr>
          <w:p w14:paraId="48E77263" w14:textId="77777777" w:rsidR="00AA01BF" w:rsidRPr="00805AEC" w:rsidRDefault="00AA01BF" w:rsidP="00920EF4">
            <w:pPr>
              <w:rPr>
                <w:rFonts w:ascii="Aptos" w:eastAsia="Times New Roman" w:hAnsi="Aptos" w:cs="Tahoma"/>
                <w:sz w:val="20"/>
                <w:szCs w:val="20"/>
                <w:lang w:val="en-GB"/>
              </w:rPr>
            </w:pPr>
          </w:p>
        </w:tc>
        <w:tc>
          <w:tcPr>
            <w:tcW w:w="2221" w:type="dxa"/>
          </w:tcPr>
          <w:p w14:paraId="721C0A11" w14:textId="77777777" w:rsidR="00AA01BF" w:rsidRPr="00805AEC" w:rsidRDefault="00AA01BF" w:rsidP="00920EF4">
            <w:pPr>
              <w:rPr>
                <w:rFonts w:ascii="Aptos" w:eastAsia="Times New Roman" w:hAnsi="Aptos" w:cs="Tahoma"/>
                <w:sz w:val="20"/>
                <w:szCs w:val="20"/>
                <w:lang w:val="en-GB"/>
              </w:rPr>
            </w:pPr>
          </w:p>
        </w:tc>
      </w:tr>
      <w:tr w:rsidR="00AA01BF" w:rsidRPr="00805AEC" w14:paraId="3E894CED" w14:textId="77777777" w:rsidTr="00920EF4">
        <w:tc>
          <w:tcPr>
            <w:tcW w:w="4483" w:type="dxa"/>
          </w:tcPr>
          <w:p w14:paraId="7DE10893"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The auditor shall ensure that the audit findings clearly conclude against the audit objective(s) and/or questions, or explain why this was not possible.</w:t>
            </w:r>
          </w:p>
        </w:tc>
        <w:tc>
          <w:tcPr>
            <w:tcW w:w="1518" w:type="dxa"/>
          </w:tcPr>
          <w:p w14:paraId="3D12E20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3000.124</w:t>
            </w:r>
          </w:p>
        </w:tc>
        <w:tc>
          <w:tcPr>
            <w:tcW w:w="2088" w:type="dxa"/>
          </w:tcPr>
          <w:p w14:paraId="18769664" w14:textId="77777777" w:rsidR="00AA01BF" w:rsidRPr="00805AEC" w:rsidRDefault="00AA01BF" w:rsidP="00920EF4">
            <w:pPr>
              <w:rPr>
                <w:rFonts w:ascii="Aptos" w:eastAsia="Times New Roman" w:hAnsi="Aptos" w:cs="Tahoma"/>
                <w:sz w:val="20"/>
                <w:szCs w:val="20"/>
                <w:lang w:val="en-GB"/>
              </w:rPr>
            </w:pPr>
          </w:p>
        </w:tc>
        <w:tc>
          <w:tcPr>
            <w:tcW w:w="2221" w:type="dxa"/>
          </w:tcPr>
          <w:p w14:paraId="18743E5E" w14:textId="77777777" w:rsidR="00AA01BF" w:rsidRPr="00805AEC" w:rsidRDefault="00AA01BF" w:rsidP="00920EF4">
            <w:pPr>
              <w:rPr>
                <w:rFonts w:ascii="Aptos" w:eastAsia="Times New Roman" w:hAnsi="Aptos" w:cs="Tahoma"/>
                <w:sz w:val="20"/>
                <w:szCs w:val="20"/>
                <w:lang w:val="en-GB"/>
              </w:rPr>
            </w:pPr>
          </w:p>
        </w:tc>
      </w:tr>
      <w:tr w:rsidR="00AA01BF" w:rsidRPr="00805AEC" w14:paraId="2952C393" w14:textId="77777777" w:rsidTr="00920EF4">
        <w:tc>
          <w:tcPr>
            <w:tcW w:w="4483" w:type="dxa"/>
          </w:tcPr>
          <w:p w14:paraId="34590374"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provide constructive recommendations that are likely to contribute significantly to addressing the weaknesses or problems identified by the audit, whenever relevant and allowed by the SAI’s mandate. </w:t>
            </w:r>
          </w:p>
        </w:tc>
        <w:tc>
          <w:tcPr>
            <w:tcW w:w="1518" w:type="dxa"/>
          </w:tcPr>
          <w:p w14:paraId="55E64D6F"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3000.126</w:t>
            </w:r>
          </w:p>
        </w:tc>
        <w:tc>
          <w:tcPr>
            <w:tcW w:w="2088" w:type="dxa"/>
          </w:tcPr>
          <w:p w14:paraId="7F35826C" w14:textId="77777777" w:rsidR="00AA01BF" w:rsidRPr="00805AEC" w:rsidRDefault="00AA01BF" w:rsidP="00920EF4">
            <w:pPr>
              <w:rPr>
                <w:rFonts w:ascii="Aptos" w:eastAsia="Times New Roman" w:hAnsi="Aptos" w:cs="Tahoma"/>
                <w:sz w:val="20"/>
                <w:szCs w:val="20"/>
                <w:lang w:val="en-GB"/>
              </w:rPr>
            </w:pPr>
          </w:p>
        </w:tc>
        <w:tc>
          <w:tcPr>
            <w:tcW w:w="2221" w:type="dxa"/>
          </w:tcPr>
          <w:p w14:paraId="42D9670A" w14:textId="77777777" w:rsidR="00AA01BF" w:rsidRPr="00805AEC" w:rsidRDefault="00AA01BF" w:rsidP="00920EF4">
            <w:pPr>
              <w:rPr>
                <w:rFonts w:ascii="Aptos" w:eastAsia="Times New Roman" w:hAnsi="Aptos" w:cs="Tahoma"/>
                <w:sz w:val="20"/>
                <w:szCs w:val="20"/>
                <w:lang w:val="en-GB"/>
              </w:rPr>
            </w:pPr>
          </w:p>
        </w:tc>
      </w:tr>
      <w:tr w:rsidR="00AA01BF" w:rsidRPr="00805AEC" w14:paraId="45B79226" w14:textId="77777777" w:rsidTr="00920EF4">
        <w:tc>
          <w:tcPr>
            <w:tcW w:w="4483" w:type="dxa"/>
          </w:tcPr>
          <w:p w14:paraId="6725A92E"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give the audited entity the opportunity to comment on the audit findings, conclusions and recommendations before the SAI issues its audit report. </w:t>
            </w:r>
          </w:p>
        </w:tc>
        <w:tc>
          <w:tcPr>
            <w:tcW w:w="1518" w:type="dxa"/>
          </w:tcPr>
          <w:p w14:paraId="2AD82E3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3000.129</w:t>
            </w:r>
          </w:p>
        </w:tc>
        <w:tc>
          <w:tcPr>
            <w:tcW w:w="2088" w:type="dxa"/>
          </w:tcPr>
          <w:p w14:paraId="4270D788" w14:textId="77777777" w:rsidR="00AA01BF" w:rsidRPr="00805AEC" w:rsidRDefault="00AA01BF" w:rsidP="00920EF4">
            <w:pPr>
              <w:rPr>
                <w:rFonts w:ascii="Aptos" w:eastAsia="Times New Roman" w:hAnsi="Aptos" w:cs="Tahoma"/>
                <w:sz w:val="20"/>
                <w:szCs w:val="20"/>
                <w:lang w:val="en-GB"/>
              </w:rPr>
            </w:pPr>
          </w:p>
        </w:tc>
        <w:tc>
          <w:tcPr>
            <w:tcW w:w="2221" w:type="dxa"/>
          </w:tcPr>
          <w:p w14:paraId="7E094C0D" w14:textId="77777777" w:rsidR="00AA01BF" w:rsidRPr="00805AEC" w:rsidRDefault="00AA01BF" w:rsidP="00920EF4">
            <w:pPr>
              <w:rPr>
                <w:rFonts w:ascii="Aptos" w:eastAsia="Times New Roman" w:hAnsi="Aptos" w:cs="Tahoma"/>
                <w:sz w:val="20"/>
                <w:szCs w:val="20"/>
                <w:lang w:val="en-GB"/>
              </w:rPr>
            </w:pPr>
          </w:p>
        </w:tc>
      </w:tr>
      <w:tr w:rsidR="00AA01BF" w:rsidRPr="00805AEC" w14:paraId="30848F65" w14:textId="77777777" w:rsidTr="00920EF4">
        <w:tc>
          <w:tcPr>
            <w:tcW w:w="4483" w:type="dxa"/>
          </w:tcPr>
          <w:p w14:paraId="2E6E8636"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record the examination of the audited entity’s comments in working papers, including the reasons for making changes to the audit report or for rejecting comments received. </w:t>
            </w:r>
          </w:p>
        </w:tc>
        <w:tc>
          <w:tcPr>
            <w:tcW w:w="1518" w:type="dxa"/>
          </w:tcPr>
          <w:p w14:paraId="611F874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3000.130</w:t>
            </w:r>
          </w:p>
        </w:tc>
        <w:tc>
          <w:tcPr>
            <w:tcW w:w="2088" w:type="dxa"/>
          </w:tcPr>
          <w:p w14:paraId="1194A6F3" w14:textId="77777777" w:rsidR="00AA01BF" w:rsidRPr="00805AEC" w:rsidRDefault="00AA01BF" w:rsidP="00920EF4">
            <w:pPr>
              <w:rPr>
                <w:rFonts w:ascii="Aptos" w:eastAsia="Times New Roman" w:hAnsi="Aptos" w:cs="Tahoma"/>
                <w:sz w:val="20"/>
                <w:szCs w:val="20"/>
                <w:lang w:val="en-GB"/>
              </w:rPr>
            </w:pPr>
          </w:p>
        </w:tc>
        <w:tc>
          <w:tcPr>
            <w:tcW w:w="2221" w:type="dxa"/>
          </w:tcPr>
          <w:p w14:paraId="0ED5860E" w14:textId="77777777" w:rsidR="00AA01BF" w:rsidRPr="00805AEC" w:rsidRDefault="00AA01BF" w:rsidP="00920EF4">
            <w:pPr>
              <w:rPr>
                <w:rFonts w:ascii="Aptos" w:eastAsia="Times New Roman" w:hAnsi="Aptos" w:cs="Tahoma"/>
                <w:sz w:val="20"/>
                <w:szCs w:val="20"/>
                <w:lang w:val="en-GB"/>
              </w:rPr>
            </w:pPr>
          </w:p>
        </w:tc>
      </w:tr>
      <w:tr w:rsidR="00AA01BF" w:rsidRPr="00805AEC" w14:paraId="0EEFD450" w14:textId="77777777" w:rsidTr="00920EF4">
        <w:tc>
          <w:tcPr>
            <w:tcW w:w="4483" w:type="dxa"/>
          </w:tcPr>
          <w:p w14:paraId="687DD408" w14:textId="77777777" w:rsidR="00AA01BF" w:rsidRPr="00805AEC" w:rsidRDefault="00AA01BF" w:rsidP="00920EF4">
            <w:pPr>
              <w:numPr>
                <w:ilvl w:val="0"/>
                <w:numId w:val="55"/>
              </w:numPr>
              <w:contextualSpacing/>
              <w:rPr>
                <w:rFonts w:ascii="Aptos" w:eastAsia="Times New Roman" w:hAnsi="Aptos" w:cs="Tahoma"/>
                <w:sz w:val="20"/>
                <w:szCs w:val="20"/>
              </w:rPr>
            </w:pPr>
            <w:r w:rsidRPr="00805AEC">
              <w:rPr>
                <w:rFonts w:ascii="Aptos" w:eastAsia="Times New Roman" w:hAnsi="Aptos" w:cs="Tahoma"/>
                <w:sz w:val="20"/>
                <w:szCs w:val="20"/>
              </w:rPr>
              <w:t xml:space="preserve">The SAI shall make its audit reports widely accessible taking into consideration regulations on confidential information. </w:t>
            </w:r>
          </w:p>
        </w:tc>
        <w:tc>
          <w:tcPr>
            <w:tcW w:w="1518" w:type="dxa"/>
          </w:tcPr>
          <w:p w14:paraId="3E3C158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3000.133</w:t>
            </w:r>
          </w:p>
        </w:tc>
        <w:tc>
          <w:tcPr>
            <w:tcW w:w="2088" w:type="dxa"/>
          </w:tcPr>
          <w:p w14:paraId="221338C9" w14:textId="77777777" w:rsidR="00AA01BF" w:rsidRPr="00805AEC" w:rsidRDefault="00AA01BF" w:rsidP="00920EF4">
            <w:pPr>
              <w:rPr>
                <w:rFonts w:ascii="Aptos" w:eastAsia="Times New Roman" w:hAnsi="Aptos" w:cs="Tahoma"/>
                <w:sz w:val="20"/>
                <w:szCs w:val="20"/>
                <w:lang w:val="en-GB"/>
              </w:rPr>
            </w:pPr>
          </w:p>
        </w:tc>
        <w:tc>
          <w:tcPr>
            <w:tcW w:w="2221" w:type="dxa"/>
          </w:tcPr>
          <w:p w14:paraId="56762ED7" w14:textId="77777777" w:rsidR="00AA01BF" w:rsidRPr="00805AEC" w:rsidRDefault="00AA01BF" w:rsidP="00920EF4">
            <w:pPr>
              <w:rPr>
                <w:rFonts w:ascii="Aptos" w:eastAsia="Times New Roman" w:hAnsi="Aptos" w:cs="Tahoma"/>
                <w:sz w:val="20"/>
                <w:szCs w:val="20"/>
                <w:lang w:val="en-GB"/>
              </w:rPr>
            </w:pPr>
          </w:p>
        </w:tc>
      </w:tr>
      <w:tr w:rsidR="00AA01BF" w:rsidRPr="00805AEC" w14:paraId="11A673D8" w14:textId="77777777" w:rsidTr="00920EF4">
        <w:tc>
          <w:tcPr>
            <w:tcW w:w="10310" w:type="dxa"/>
            <w:gridSpan w:val="4"/>
            <w:shd w:val="clear" w:color="auto" w:fill="FFF2CC"/>
          </w:tcPr>
          <w:p w14:paraId="21B0AB40"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Follow-up</w:t>
            </w:r>
          </w:p>
        </w:tc>
      </w:tr>
      <w:tr w:rsidR="00AA01BF" w:rsidRPr="00805AEC" w14:paraId="2E69B692" w14:textId="77777777" w:rsidTr="00920EF4">
        <w:tc>
          <w:tcPr>
            <w:tcW w:w="4483" w:type="dxa"/>
          </w:tcPr>
          <w:p w14:paraId="39B6E4C9"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 xml:space="preserve">The auditor shall follow up, as appropriate, on previous audit findings and recommendations and the SAI shall report to the legislature, if possible, on the conclusions and impacts of all relevant corrective actions. </w:t>
            </w:r>
          </w:p>
        </w:tc>
        <w:tc>
          <w:tcPr>
            <w:tcW w:w="1518" w:type="dxa"/>
          </w:tcPr>
          <w:p w14:paraId="3873B927"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3000.136</w:t>
            </w:r>
          </w:p>
        </w:tc>
        <w:tc>
          <w:tcPr>
            <w:tcW w:w="2088" w:type="dxa"/>
          </w:tcPr>
          <w:p w14:paraId="4A92E79B" w14:textId="77777777" w:rsidR="00AA01BF" w:rsidRPr="00805AEC" w:rsidRDefault="00AA01BF" w:rsidP="00920EF4">
            <w:pPr>
              <w:rPr>
                <w:rFonts w:ascii="Aptos" w:eastAsia="Times New Roman" w:hAnsi="Aptos" w:cs="Tahoma"/>
                <w:sz w:val="20"/>
                <w:szCs w:val="20"/>
                <w:lang w:val="en-GB"/>
              </w:rPr>
            </w:pPr>
          </w:p>
        </w:tc>
        <w:tc>
          <w:tcPr>
            <w:tcW w:w="2221" w:type="dxa"/>
          </w:tcPr>
          <w:p w14:paraId="00CC085E" w14:textId="77777777" w:rsidR="00AA01BF" w:rsidRPr="00805AEC" w:rsidRDefault="00AA01BF" w:rsidP="00920EF4">
            <w:pPr>
              <w:rPr>
                <w:rFonts w:ascii="Aptos" w:eastAsia="Times New Roman" w:hAnsi="Aptos" w:cs="Tahoma"/>
                <w:sz w:val="20"/>
                <w:szCs w:val="20"/>
                <w:lang w:val="en-GB"/>
              </w:rPr>
            </w:pPr>
          </w:p>
        </w:tc>
      </w:tr>
      <w:tr w:rsidR="00AA01BF" w:rsidRPr="00805AEC" w14:paraId="3307AD04" w14:textId="77777777" w:rsidTr="00920EF4">
        <w:tc>
          <w:tcPr>
            <w:tcW w:w="4483" w:type="dxa"/>
          </w:tcPr>
          <w:p w14:paraId="288DD044" w14:textId="77777777" w:rsidR="00AA01BF" w:rsidRPr="00805AEC" w:rsidRDefault="00AA01BF" w:rsidP="00920EF4">
            <w:pPr>
              <w:numPr>
                <w:ilvl w:val="0"/>
                <w:numId w:val="55"/>
              </w:numPr>
              <w:contextualSpacing/>
              <w:rPr>
                <w:rFonts w:ascii="Aptos" w:eastAsia="Times New Roman" w:hAnsi="Aptos" w:cs="Tahoma"/>
                <w:sz w:val="20"/>
                <w:szCs w:val="20"/>
                <w:lang w:val="en-GB"/>
              </w:rPr>
            </w:pPr>
            <w:r w:rsidRPr="00805AEC">
              <w:rPr>
                <w:rFonts w:ascii="Aptos" w:eastAsia="Times New Roman" w:hAnsi="Aptos" w:cs="Tahoma"/>
                <w:sz w:val="20"/>
                <w:szCs w:val="20"/>
              </w:rPr>
              <w:t>The auditor shall focus the follow-up on whether the audited entity has adequately addressed the problems and remedied the underlying situation after a reasonable period.</w:t>
            </w:r>
          </w:p>
        </w:tc>
        <w:tc>
          <w:tcPr>
            <w:tcW w:w="1518" w:type="dxa"/>
          </w:tcPr>
          <w:p w14:paraId="637B7BC8"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3000.139</w:t>
            </w:r>
          </w:p>
        </w:tc>
        <w:tc>
          <w:tcPr>
            <w:tcW w:w="2088" w:type="dxa"/>
          </w:tcPr>
          <w:p w14:paraId="13489D42" w14:textId="77777777" w:rsidR="00AA01BF" w:rsidRPr="00805AEC" w:rsidRDefault="00AA01BF" w:rsidP="00920EF4">
            <w:pPr>
              <w:rPr>
                <w:rFonts w:ascii="Aptos" w:eastAsia="Times New Roman" w:hAnsi="Aptos" w:cs="Tahoma"/>
                <w:sz w:val="20"/>
                <w:szCs w:val="20"/>
                <w:lang w:val="en-GB"/>
              </w:rPr>
            </w:pPr>
          </w:p>
        </w:tc>
        <w:tc>
          <w:tcPr>
            <w:tcW w:w="2221" w:type="dxa"/>
          </w:tcPr>
          <w:p w14:paraId="63C5B6EE" w14:textId="77777777" w:rsidR="00AA01BF" w:rsidRPr="00805AEC" w:rsidRDefault="00AA01BF" w:rsidP="00920EF4">
            <w:pPr>
              <w:rPr>
                <w:rFonts w:ascii="Aptos" w:eastAsia="Times New Roman" w:hAnsi="Aptos" w:cs="Tahoma"/>
                <w:sz w:val="20"/>
                <w:szCs w:val="20"/>
                <w:lang w:val="en-GB"/>
              </w:rPr>
            </w:pPr>
          </w:p>
        </w:tc>
      </w:tr>
    </w:tbl>
    <w:p w14:paraId="4F0780F6" w14:textId="338112D7" w:rsidR="005648B7" w:rsidRPr="00AA01BF" w:rsidRDefault="005648B7" w:rsidP="00AA01BF"/>
    <w:sectPr w:rsidR="005648B7" w:rsidRPr="00AA01BF"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E73A9" w14:textId="77777777" w:rsidR="004E707D" w:rsidRDefault="004E707D">
      <w:r>
        <w:separator/>
      </w:r>
    </w:p>
  </w:endnote>
  <w:endnote w:type="continuationSeparator" w:id="0">
    <w:p w14:paraId="41653124" w14:textId="77777777" w:rsidR="004E707D" w:rsidRDefault="004E7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333106027"/>
      <w:docPartObj>
        <w:docPartGallery w:val="Page Numbers (Bottom of Page)"/>
        <w:docPartUnique/>
      </w:docPartObj>
    </w:sdtPr>
    <w:sdtEndPr>
      <w:rPr>
        <w:rStyle w:val="PageNumber"/>
        <w:b/>
        <w:bCs/>
        <w:color w:val="05645E" w:themeColor="accent5"/>
      </w:rPr>
    </w:sdtEndPr>
    <w:sdtContent>
      <w:p w14:paraId="0B68F3F6" w14:textId="77777777" w:rsidR="00681F25" w:rsidRPr="00A05D2D" w:rsidRDefault="00681F25" w:rsidP="00681F25">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151</w:t>
        </w:r>
        <w:r w:rsidRPr="00880F32">
          <w:rPr>
            <w:rStyle w:val="PageNumber"/>
            <w:rFonts w:ascii="Oswald" w:hAnsi="Oswald"/>
            <w:b/>
            <w:bCs/>
            <w:color w:val="05645E" w:themeColor="accent5"/>
          </w:rPr>
          <w:fldChar w:fldCharType="end"/>
        </w:r>
      </w:p>
    </w:sdtContent>
  </w:sdt>
  <w:p w14:paraId="176ABCD6" w14:textId="77777777" w:rsidR="00681F25" w:rsidRPr="00681F25" w:rsidRDefault="00681F25" w:rsidP="00681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BB9C7" w14:textId="77777777" w:rsidR="004E707D" w:rsidRDefault="004E707D">
      <w:r>
        <w:separator/>
      </w:r>
    </w:p>
  </w:footnote>
  <w:footnote w:type="continuationSeparator" w:id="0">
    <w:p w14:paraId="0B1FF9E9" w14:textId="77777777" w:rsidR="004E707D" w:rsidRDefault="004E7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FDBE685" id="Group 7" o:spid="_x0000_s1026" style="position:absolute;margin-left:0;margin-top:18.3pt;width:100.95pt;height:44.3pt;z-index:251679744;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">
                  <v:imagedata r:id="rId4"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">
                  <v:imagedata r:id="rId5"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" strokecolor="#e8e8e8"/>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736A9"/>
    <w:rsid w:val="001B1D3E"/>
    <w:rsid w:val="001D403D"/>
    <w:rsid w:val="00223150"/>
    <w:rsid w:val="00230D21"/>
    <w:rsid w:val="00250E39"/>
    <w:rsid w:val="0025341C"/>
    <w:rsid w:val="002A0BDA"/>
    <w:rsid w:val="002C2720"/>
    <w:rsid w:val="0036411E"/>
    <w:rsid w:val="003D1C7C"/>
    <w:rsid w:val="003D2F86"/>
    <w:rsid w:val="003F2C61"/>
    <w:rsid w:val="003F484F"/>
    <w:rsid w:val="00417C30"/>
    <w:rsid w:val="00487D7A"/>
    <w:rsid w:val="004C2E44"/>
    <w:rsid w:val="004D03C2"/>
    <w:rsid w:val="004E707D"/>
    <w:rsid w:val="005244D3"/>
    <w:rsid w:val="0053058B"/>
    <w:rsid w:val="005648B7"/>
    <w:rsid w:val="005A5452"/>
    <w:rsid w:val="005B74D1"/>
    <w:rsid w:val="006263AE"/>
    <w:rsid w:val="00651D8C"/>
    <w:rsid w:val="00663B59"/>
    <w:rsid w:val="006768E8"/>
    <w:rsid w:val="00681F25"/>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593D"/>
    <w:rsid w:val="00AA00CB"/>
    <w:rsid w:val="00AA01BF"/>
    <w:rsid w:val="00AD1920"/>
    <w:rsid w:val="00AD295A"/>
    <w:rsid w:val="00B33C7C"/>
    <w:rsid w:val="00B449DA"/>
    <w:rsid w:val="00B72E9B"/>
    <w:rsid w:val="00B91C5C"/>
    <w:rsid w:val="00B9231C"/>
    <w:rsid w:val="00BC29B3"/>
    <w:rsid w:val="00BD4E9E"/>
    <w:rsid w:val="00BD7756"/>
    <w:rsid w:val="00BE1FA1"/>
    <w:rsid w:val="00C163F9"/>
    <w:rsid w:val="00C264A6"/>
    <w:rsid w:val="00C41C91"/>
    <w:rsid w:val="00C56357"/>
    <w:rsid w:val="00C57DEE"/>
    <w:rsid w:val="00C65108"/>
    <w:rsid w:val="00C7299B"/>
    <w:rsid w:val="00CB4DC4"/>
    <w:rsid w:val="00CD7BA6"/>
    <w:rsid w:val="00D01B12"/>
    <w:rsid w:val="00D76842"/>
    <w:rsid w:val="00DA3181"/>
    <w:rsid w:val="00DD6E17"/>
    <w:rsid w:val="00DE4833"/>
    <w:rsid w:val="00DF4F99"/>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BF"/>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B81EC-116E-40C8-97DB-5F25DBEBB599}"/>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2</TotalTime>
  <Pages>5</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2025-09-12T08:45:00Z</dcterms:created>
  <dcterms:modified xsi:type="dcterms:W3CDTF">2025-09-12T08:47:00Z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